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E5FD3" w14:textId="7913362D" w:rsidR="00822D40" w:rsidRPr="006D62D0" w:rsidRDefault="003C7DC8" w:rsidP="00822D40">
      <w:pPr>
        <w:ind w:left="0" w:right="11"/>
        <w:jc w:val="both"/>
        <w:rPr>
          <w:rFonts w:ascii="Marianne Light" w:hAnsi="Marianne Light"/>
        </w:rPr>
      </w:pPr>
      <w:r>
        <w:rPr>
          <w:rFonts w:ascii="Marianne Light" w:hAnsi="Marianne Light"/>
          <w:noProof/>
        </w:rPr>
        <w:pict w14:anchorId="796470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8" o:spid="_x0000_i1025" type="#_x0000_t75" style="width:105.45pt;height:96.95pt;visibility:visible;mso-wrap-style:square">
            <v:imagedata r:id="rId7" o:title=""/>
          </v:shape>
        </w:pict>
      </w:r>
      <w:r w:rsidR="00822D40" w:rsidRPr="006D62D0">
        <w:rPr>
          <w:rFonts w:ascii="Marianne Light" w:hAnsi="Marianne Light"/>
        </w:rPr>
        <w:tab/>
      </w:r>
      <w:r w:rsidR="00822D40" w:rsidRPr="006D62D0">
        <w:rPr>
          <w:rFonts w:ascii="Marianne Light" w:hAnsi="Marianne Light"/>
        </w:rPr>
        <w:tab/>
      </w:r>
      <w:r w:rsidR="00822D40" w:rsidRPr="006D62D0">
        <w:rPr>
          <w:rFonts w:ascii="Marianne Light" w:hAnsi="Marianne Light"/>
        </w:rPr>
        <w:tab/>
      </w:r>
      <w:r w:rsidR="00822D40" w:rsidRPr="006D62D0">
        <w:rPr>
          <w:rFonts w:ascii="Marianne Light" w:hAnsi="Marianne Light"/>
        </w:rPr>
        <w:tab/>
      </w:r>
      <w:r w:rsidR="00822D40" w:rsidRPr="006D62D0">
        <w:rPr>
          <w:rFonts w:ascii="Marianne Light" w:hAnsi="Marianne Light"/>
        </w:rPr>
        <w:tab/>
      </w:r>
      <w:r w:rsidR="00822D40" w:rsidRPr="006D62D0">
        <w:rPr>
          <w:rFonts w:ascii="Marianne Light" w:hAnsi="Marianne Light"/>
        </w:rPr>
        <w:tab/>
      </w:r>
      <w:r w:rsidR="00822D40" w:rsidRPr="006D62D0">
        <w:rPr>
          <w:rFonts w:ascii="Marianne Light" w:hAnsi="Marianne Light"/>
        </w:rPr>
        <w:tab/>
      </w:r>
      <w:r w:rsidR="007562A0" w:rsidRPr="006D62D0">
        <w:rPr>
          <w:rFonts w:ascii="Marianne Light" w:hAnsi="Marianne Light"/>
        </w:rPr>
        <w:tab/>
      </w:r>
      <w:r w:rsidR="007562A0" w:rsidRPr="006D62D0">
        <w:rPr>
          <w:rFonts w:ascii="Marianne Light" w:hAnsi="Marianne Light"/>
        </w:rPr>
        <w:tab/>
      </w:r>
      <w:r w:rsidR="007562A0" w:rsidRPr="006D62D0">
        <w:rPr>
          <w:rFonts w:ascii="Marianne Light" w:hAnsi="Marianne Light"/>
        </w:rPr>
        <w:tab/>
        <w:t xml:space="preserve">                                                 </w:t>
      </w:r>
      <w:r w:rsidR="00C56BCB" w:rsidRPr="006D62D0">
        <w:rPr>
          <w:rFonts w:ascii="Marianne Light" w:hAnsi="Marianne Light"/>
        </w:rPr>
        <w:t xml:space="preserve">                               </w:t>
      </w:r>
      <w:r>
        <w:rPr>
          <w:rFonts w:ascii="Marianne Light" w:hAnsi="Marianne Light"/>
          <w:noProof/>
        </w:rPr>
        <w:pict w14:anchorId="07A78115">
          <v:shape id="_x0000_i1026" type="#_x0000_t75" style="width:104.3pt;height:104.3pt;visibility:visible;mso-wrap-style:square">
            <v:imagedata r:id="rId8" o:title=""/>
          </v:shape>
        </w:pict>
      </w:r>
      <w:r w:rsidR="007562A0" w:rsidRPr="006D62D0">
        <w:rPr>
          <w:rFonts w:ascii="Marianne Light" w:hAnsi="Marianne Light"/>
        </w:rPr>
        <w:t xml:space="preserve">     </w:t>
      </w:r>
      <w:r w:rsidR="00822D40" w:rsidRPr="006D62D0">
        <w:rPr>
          <w:rFonts w:ascii="Marianne Light" w:hAnsi="Marianne Light"/>
        </w:rPr>
        <w:tab/>
      </w:r>
      <w:r w:rsidR="00822D40" w:rsidRPr="006D62D0">
        <w:rPr>
          <w:rFonts w:ascii="Marianne Light" w:hAnsi="Marianne Light"/>
        </w:rPr>
        <w:tab/>
      </w:r>
      <w:r w:rsidR="00822D40" w:rsidRPr="006D62D0">
        <w:rPr>
          <w:rFonts w:ascii="Marianne Light" w:hAnsi="Marianne Light"/>
        </w:rPr>
        <w:tab/>
      </w:r>
      <w:r w:rsidR="00822D40" w:rsidRPr="006D62D0">
        <w:rPr>
          <w:rFonts w:ascii="Marianne Light" w:hAnsi="Marianne Light"/>
        </w:rPr>
        <w:tab/>
      </w:r>
      <w:r w:rsidR="00822D40" w:rsidRPr="006D62D0">
        <w:rPr>
          <w:rFonts w:ascii="Marianne Light" w:hAnsi="Marianne Light"/>
        </w:rPr>
        <w:tab/>
      </w:r>
      <w:r w:rsidR="00822D40" w:rsidRPr="006D62D0">
        <w:rPr>
          <w:rFonts w:ascii="Marianne Light" w:hAnsi="Marianne Light"/>
        </w:rPr>
        <w:tab/>
      </w:r>
      <w:r w:rsidR="00822D40" w:rsidRPr="006D62D0">
        <w:rPr>
          <w:rFonts w:ascii="Marianne Light" w:hAnsi="Marianne Light"/>
        </w:rPr>
        <w:tab/>
      </w:r>
      <w:r w:rsidR="00822D40" w:rsidRPr="006D62D0">
        <w:rPr>
          <w:rFonts w:ascii="Marianne Light" w:hAnsi="Marianne Light"/>
        </w:rPr>
        <w:tab/>
      </w:r>
    </w:p>
    <w:p w14:paraId="34DEFB58" w14:textId="77777777" w:rsidR="00822D40" w:rsidRPr="006D62D0" w:rsidRDefault="00822D40" w:rsidP="00822D40">
      <w:pPr>
        <w:ind w:left="0" w:right="11"/>
        <w:rPr>
          <w:rFonts w:ascii="Marianne Light" w:hAnsi="Marianne Light"/>
        </w:rPr>
      </w:pPr>
    </w:p>
    <w:p w14:paraId="695D22B4" w14:textId="77777777" w:rsidR="00822D40" w:rsidRPr="006D62D0" w:rsidRDefault="00822D40" w:rsidP="00822D40">
      <w:pPr>
        <w:ind w:left="0" w:right="11"/>
        <w:jc w:val="right"/>
        <w:rPr>
          <w:rFonts w:ascii="Marianne Light" w:hAnsi="Marianne Light"/>
        </w:rPr>
      </w:pPr>
    </w:p>
    <w:p w14:paraId="3D43F4A8" w14:textId="77777777" w:rsidR="00822D40" w:rsidRPr="006D62D0" w:rsidRDefault="00822D40" w:rsidP="00822D40">
      <w:pPr>
        <w:ind w:left="0" w:right="11"/>
        <w:jc w:val="center"/>
        <w:rPr>
          <w:rFonts w:ascii="Marianne Light" w:hAnsi="Marianne Light"/>
        </w:rPr>
      </w:pPr>
    </w:p>
    <w:p w14:paraId="56365BC1" w14:textId="77777777" w:rsidR="00550962" w:rsidRPr="00550962" w:rsidRDefault="00550962" w:rsidP="00550962">
      <w:pPr>
        <w:overflowPunct/>
        <w:autoSpaceDE/>
        <w:autoSpaceDN/>
        <w:adjustRightInd/>
        <w:spacing w:before="100" w:beforeAutospacing="1" w:after="100" w:afterAutospacing="1"/>
        <w:ind w:left="0" w:right="0"/>
        <w:jc w:val="center"/>
        <w:textAlignment w:val="auto"/>
        <w:rPr>
          <w:rFonts w:ascii="Marianne Light" w:hAnsi="Marianne Light"/>
          <w:b/>
          <w:caps/>
        </w:rPr>
      </w:pPr>
      <w:r w:rsidRPr="00550962">
        <w:rPr>
          <w:rFonts w:ascii="Marianne Light" w:hAnsi="Marianne Light"/>
          <w:b/>
          <w:caps/>
        </w:rPr>
        <w:t>MARCHE DE TRAVAUX</w:t>
      </w:r>
    </w:p>
    <w:p w14:paraId="5780034A" w14:textId="77777777" w:rsidR="00550962" w:rsidRDefault="00550962" w:rsidP="00550962">
      <w:pPr>
        <w:overflowPunct/>
        <w:autoSpaceDE/>
        <w:autoSpaceDN/>
        <w:adjustRightInd/>
        <w:spacing w:before="100" w:beforeAutospacing="1" w:after="100" w:afterAutospacing="1"/>
        <w:ind w:left="0" w:right="0"/>
        <w:jc w:val="center"/>
        <w:textAlignment w:val="auto"/>
        <w:rPr>
          <w:rFonts w:ascii="Marianne Light" w:hAnsi="Marianne Light"/>
          <w:b/>
          <w:caps/>
        </w:rPr>
      </w:pPr>
      <w:r w:rsidRPr="00550962">
        <w:rPr>
          <w:rFonts w:ascii="Marianne Light" w:hAnsi="Marianne Light"/>
          <w:b/>
          <w:caps/>
        </w:rPr>
        <w:t>DE DESAMIANTAGE, DEMOLITION ET TERRASSEMENT</w:t>
      </w:r>
    </w:p>
    <w:p w14:paraId="7E6AD76C" w14:textId="63D7590C" w:rsidR="00550962" w:rsidRPr="00550962" w:rsidRDefault="00550962" w:rsidP="00550962">
      <w:pPr>
        <w:overflowPunct/>
        <w:autoSpaceDE/>
        <w:autoSpaceDN/>
        <w:adjustRightInd/>
        <w:spacing w:before="100" w:beforeAutospacing="1" w:after="100" w:afterAutospacing="1"/>
        <w:ind w:left="0" w:right="0"/>
        <w:jc w:val="center"/>
        <w:textAlignment w:val="auto"/>
        <w:rPr>
          <w:rFonts w:ascii="Marianne Light" w:hAnsi="Marianne Light" w:cs="Calibri"/>
          <w:b/>
          <w:bCs/>
          <w:color w:val="000000"/>
        </w:rPr>
      </w:pPr>
      <w:r w:rsidRPr="00550962">
        <w:rPr>
          <w:rFonts w:ascii="Marianne Light" w:hAnsi="Marianne Light"/>
          <w:b/>
          <w:caps/>
        </w:rPr>
        <w:t xml:space="preserve"> DU RU MARIE CURIE a poitiers (86000)</w:t>
      </w:r>
    </w:p>
    <w:p w14:paraId="457EAEAF" w14:textId="77777777" w:rsidR="00CB21B6" w:rsidRPr="00470B3C" w:rsidRDefault="00CB21B6" w:rsidP="00CB21B6">
      <w:pPr>
        <w:spacing w:line="360" w:lineRule="auto"/>
        <w:ind w:left="0" w:right="-1"/>
        <w:jc w:val="center"/>
        <w:rPr>
          <w:rFonts w:ascii="Marianne Light" w:hAnsi="Marianne Light"/>
          <w:b/>
          <w:caps/>
        </w:rPr>
      </w:pPr>
    </w:p>
    <w:p w14:paraId="28004E23" w14:textId="77777777" w:rsidR="00CB21B6" w:rsidRPr="00470B3C" w:rsidRDefault="00CB21B6" w:rsidP="00CB21B6">
      <w:pPr>
        <w:spacing w:line="360" w:lineRule="auto"/>
        <w:ind w:left="0" w:right="-1"/>
        <w:jc w:val="center"/>
        <w:rPr>
          <w:rFonts w:ascii="Marianne Light" w:hAnsi="Marianne Light"/>
          <w:b/>
          <w:caps/>
        </w:rPr>
      </w:pPr>
    </w:p>
    <w:p w14:paraId="21AF3772" w14:textId="77777777" w:rsidR="00CB21B6" w:rsidRPr="003E698E" w:rsidRDefault="00CB21B6" w:rsidP="00CB21B6">
      <w:pPr>
        <w:spacing w:line="360" w:lineRule="auto"/>
        <w:ind w:right="-1"/>
        <w:jc w:val="center"/>
        <w:rPr>
          <w:rFonts w:ascii="Marianne Light" w:hAnsi="Marianne Light" w:cs="Calibri"/>
        </w:rPr>
      </w:pPr>
    </w:p>
    <w:p w14:paraId="3CC31B1D" w14:textId="77777777" w:rsidR="00CB21B6" w:rsidRDefault="00CB21B6" w:rsidP="00CB21B6">
      <w:pPr>
        <w:jc w:val="center"/>
        <w:rPr>
          <w:rFonts w:ascii="Marianne Light" w:hAnsi="Marianne Light"/>
        </w:rPr>
      </w:pPr>
    </w:p>
    <w:p w14:paraId="07A80896" w14:textId="77777777" w:rsidR="00094543" w:rsidRPr="00094543" w:rsidRDefault="00094543" w:rsidP="00094543">
      <w:pPr>
        <w:pBdr>
          <w:bottom w:val="single" w:sz="4" w:space="1" w:color="auto"/>
        </w:pBdr>
        <w:ind w:left="0" w:right="0"/>
        <w:jc w:val="center"/>
        <w:rPr>
          <w:rFonts w:ascii="Marianne Light" w:hAnsi="Marianne Light"/>
          <w:b/>
        </w:rPr>
      </w:pPr>
    </w:p>
    <w:p w14:paraId="545E28A0" w14:textId="1CDF5601" w:rsidR="00094543" w:rsidRPr="00094543" w:rsidRDefault="00094543" w:rsidP="00094543">
      <w:pPr>
        <w:pBdr>
          <w:bottom w:val="single" w:sz="4" w:space="1" w:color="auto"/>
        </w:pBdr>
        <w:ind w:left="0" w:right="0"/>
        <w:jc w:val="center"/>
        <w:rPr>
          <w:rFonts w:ascii="Marianne Light" w:hAnsi="Marianne Light"/>
          <w:b/>
        </w:rPr>
      </w:pPr>
      <w:r w:rsidRPr="006D62D0">
        <w:rPr>
          <w:rFonts w:ascii="Marianne Light" w:hAnsi="Marianne Light"/>
          <w:b/>
        </w:rPr>
        <w:t>ACTE D’ENGAGEMENT</w:t>
      </w:r>
    </w:p>
    <w:p w14:paraId="3B495C90" w14:textId="77777777" w:rsidR="00094543" w:rsidRPr="00094543" w:rsidRDefault="00094543" w:rsidP="00094543">
      <w:pPr>
        <w:tabs>
          <w:tab w:val="center" w:pos="7906"/>
        </w:tabs>
        <w:ind w:left="0" w:right="0"/>
        <w:rPr>
          <w:rFonts w:ascii="Marianne Light" w:hAnsi="Marianne Light"/>
        </w:rPr>
      </w:pPr>
    </w:p>
    <w:p w14:paraId="0870E35F" w14:textId="6C04E186" w:rsidR="00094543" w:rsidRDefault="00094543" w:rsidP="00094543">
      <w:pPr>
        <w:ind w:left="0" w:right="0"/>
        <w:jc w:val="center"/>
        <w:rPr>
          <w:rFonts w:ascii="Marianne Light" w:hAnsi="Marianne Light"/>
        </w:rPr>
      </w:pPr>
    </w:p>
    <w:p w14:paraId="124CB975" w14:textId="77777777" w:rsidR="002C1DCC" w:rsidRPr="00094543" w:rsidRDefault="002C1DCC" w:rsidP="00094543">
      <w:pPr>
        <w:ind w:left="0" w:right="0"/>
        <w:jc w:val="center"/>
        <w:rPr>
          <w:rFonts w:ascii="Marianne Light" w:hAnsi="Marianne Light"/>
        </w:rPr>
      </w:pPr>
    </w:p>
    <w:p w14:paraId="6DCF6BEE" w14:textId="6A31AC5E" w:rsidR="00094543" w:rsidRPr="00046304" w:rsidRDefault="00094543" w:rsidP="00094543">
      <w:pPr>
        <w:ind w:left="0" w:right="0"/>
        <w:jc w:val="center"/>
        <w:rPr>
          <w:rFonts w:ascii="Marianne Light" w:hAnsi="Marianne Light"/>
        </w:rPr>
      </w:pPr>
      <w:r w:rsidRPr="00094543">
        <w:rPr>
          <w:rFonts w:ascii="Marianne Light" w:hAnsi="Marianne Light"/>
        </w:rPr>
        <w:t xml:space="preserve">N° de marché : </w:t>
      </w:r>
      <w:r w:rsidR="00046304" w:rsidRPr="00046304">
        <w:rPr>
          <w:rFonts w:ascii="Marianne Light" w:hAnsi="Marianne Light"/>
          <w:b/>
        </w:rPr>
        <w:t>25008</w:t>
      </w:r>
    </w:p>
    <w:p w14:paraId="496C810C" w14:textId="77777777" w:rsidR="00094543" w:rsidRPr="00094543" w:rsidRDefault="00094543" w:rsidP="00094543">
      <w:pPr>
        <w:pBdr>
          <w:bottom w:val="single" w:sz="4" w:space="1" w:color="auto"/>
        </w:pBdr>
        <w:ind w:left="0" w:right="0"/>
        <w:rPr>
          <w:rFonts w:ascii="Marianne Light" w:hAnsi="Marianne Light"/>
          <w:color w:val="FF0000"/>
        </w:rPr>
      </w:pPr>
    </w:p>
    <w:p w14:paraId="629F7F4D" w14:textId="2A5878F5" w:rsidR="00094543" w:rsidRDefault="00094543" w:rsidP="00094543">
      <w:pPr>
        <w:ind w:left="0" w:right="0"/>
        <w:jc w:val="center"/>
        <w:rPr>
          <w:rFonts w:ascii="Marianne Light" w:hAnsi="Marianne Light"/>
        </w:rPr>
      </w:pPr>
    </w:p>
    <w:p w14:paraId="1F2510DE" w14:textId="77777777" w:rsidR="002C1DCC" w:rsidRPr="00094543" w:rsidRDefault="002C1DCC" w:rsidP="00094543">
      <w:pPr>
        <w:ind w:left="0" w:right="0"/>
        <w:jc w:val="center"/>
        <w:rPr>
          <w:rFonts w:ascii="Marianne Light" w:hAnsi="Marianne Light"/>
        </w:rPr>
      </w:pPr>
    </w:p>
    <w:p w14:paraId="1BE393ED" w14:textId="77777777" w:rsidR="00094543" w:rsidRPr="00094543" w:rsidRDefault="00094543" w:rsidP="00094543">
      <w:pPr>
        <w:ind w:left="0" w:right="0"/>
        <w:jc w:val="center"/>
        <w:rPr>
          <w:rFonts w:ascii="Marianne Light" w:hAnsi="Marianne Light"/>
        </w:rPr>
      </w:pPr>
    </w:p>
    <w:p w14:paraId="04AEB49B" w14:textId="77777777" w:rsidR="00094543" w:rsidRPr="00094543" w:rsidRDefault="00094543" w:rsidP="000945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right="0"/>
        <w:jc w:val="center"/>
        <w:rPr>
          <w:rFonts w:ascii="Marianne Light" w:hAnsi="Marianne Light"/>
          <w:u w:val="single"/>
        </w:rPr>
      </w:pPr>
      <w:r w:rsidRPr="00094543">
        <w:rPr>
          <w:rFonts w:ascii="Marianne Light" w:hAnsi="Marianne Light"/>
          <w:u w:val="single"/>
        </w:rPr>
        <w:t>Pouvoir adjudicateur :</w:t>
      </w:r>
    </w:p>
    <w:p w14:paraId="3D53590E" w14:textId="77777777" w:rsidR="00094543" w:rsidRPr="00094543" w:rsidRDefault="00094543" w:rsidP="000945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right="0"/>
        <w:jc w:val="center"/>
        <w:rPr>
          <w:rFonts w:ascii="Marianne Light" w:hAnsi="Marianne Light"/>
        </w:rPr>
      </w:pPr>
      <w:r w:rsidRPr="00094543">
        <w:rPr>
          <w:rFonts w:ascii="Marianne Light" w:hAnsi="Marianne Light"/>
        </w:rPr>
        <w:t>Madame la Directrice Générale</w:t>
      </w:r>
    </w:p>
    <w:p w14:paraId="418C3126" w14:textId="38B9ABEC" w:rsidR="00094543" w:rsidRPr="00094543" w:rsidRDefault="00094543" w:rsidP="000945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right="0"/>
        <w:jc w:val="center"/>
        <w:rPr>
          <w:rFonts w:ascii="Marianne Light" w:hAnsi="Marianne Light"/>
        </w:rPr>
      </w:pPr>
      <w:r w:rsidRPr="00094543">
        <w:rPr>
          <w:rFonts w:ascii="Marianne Light" w:hAnsi="Marianne Light"/>
        </w:rPr>
        <w:t>CROUS de Poitiers – 15, rue Guillaume VII Le Troubadour</w:t>
      </w:r>
      <w:r w:rsidR="004E604C">
        <w:rPr>
          <w:rFonts w:ascii="Marianne Light" w:hAnsi="Marianne Light"/>
        </w:rPr>
        <w:t xml:space="preserve"> – CS 80629</w:t>
      </w:r>
    </w:p>
    <w:p w14:paraId="3A464816" w14:textId="77777777" w:rsidR="00094543" w:rsidRPr="00094543" w:rsidRDefault="00094543" w:rsidP="000945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right="0"/>
        <w:jc w:val="center"/>
        <w:rPr>
          <w:rFonts w:ascii="Marianne Light" w:hAnsi="Marianne Light"/>
        </w:rPr>
      </w:pPr>
      <w:r w:rsidRPr="00094543">
        <w:rPr>
          <w:rFonts w:ascii="Marianne Light" w:hAnsi="Marianne Light"/>
        </w:rPr>
        <w:t>86 022 Poitiers cedex</w:t>
      </w:r>
    </w:p>
    <w:p w14:paraId="4B0761E6" w14:textId="77777777" w:rsidR="008D29D2" w:rsidRPr="006D62D0" w:rsidRDefault="00822D40" w:rsidP="008D29D2">
      <w:pPr>
        <w:pStyle w:val="Cc"/>
        <w:spacing w:after="0"/>
        <w:ind w:left="0" w:right="11" w:firstLine="0"/>
        <w:jc w:val="both"/>
        <w:rPr>
          <w:rFonts w:ascii="Marianne Light" w:hAnsi="Marianne Light"/>
          <w:b/>
          <w:u w:val="single"/>
        </w:rPr>
      </w:pPr>
      <w:r w:rsidRPr="006D62D0">
        <w:rPr>
          <w:rFonts w:ascii="Marianne Light" w:hAnsi="Marianne Light"/>
          <w:b/>
          <w:u w:val="single"/>
        </w:rPr>
        <w:br w:type="page"/>
      </w:r>
      <w:r w:rsidR="008D29D2" w:rsidRPr="006D62D0">
        <w:rPr>
          <w:rFonts w:ascii="Marianne Light" w:hAnsi="Marianne Light"/>
          <w:b/>
          <w:u w:val="single"/>
        </w:rPr>
        <w:lastRenderedPageBreak/>
        <w:t>ARTICLE 1 – CONTRACTANT UNIQUE</w:t>
      </w:r>
    </w:p>
    <w:p w14:paraId="75439236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3C4D23C5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Je soussigné(e), .................................................................................................................................</w:t>
      </w:r>
    </w:p>
    <w:p w14:paraId="766203AC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2933C5C9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proofErr w:type="gramStart"/>
      <w:r w:rsidRPr="006D62D0">
        <w:rPr>
          <w:rFonts w:ascii="Marianne Light" w:hAnsi="Marianne Light"/>
        </w:rPr>
        <w:t>agissant</w:t>
      </w:r>
      <w:proofErr w:type="gramEnd"/>
      <w:r w:rsidRPr="006D62D0">
        <w:rPr>
          <w:rFonts w:ascii="Marianne Light" w:hAnsi="Marianne Light"/>
        </w:rPr>
        <w:t xml:space="preserve"> en qualité de .....................................................................................................................</w:t>
      </w:r>
    </w:p>
    <w:p w14:paraId="423783DD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66CA98F0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proofErr w:type="gramStart"/>
      <w:r w:rsidRPr="006D62D0">
        <w:rPr>
          <w:rFonts w:ascii="Marianne Light" w:hAnsi="Marianne Light"/>
        </w:rPr>
        <w:t>pour</w:t>
      </w:r>
      <w:proofErr w:type="gramEnd"/>
      <w:r w:rsidRPr="006D62D0">
        <w:rPr>
          <w:rFonts w:ascii="Marianne Light" w:hAnsi="Marianne Light"/>
        </w:rPr>
        <w:t xml:space="preserve"> le compte de la société ........................................................................................................</w:t>
      </w:r>
    </w:p>
    <w:p w14:paraId="055A1F5C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6D71BCAC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proofErr w:type="gramStart"/>
      <w:r w:rsidRPr="006D62D0">
        <w:rPr>
          <w:rFonts w:ascii="Marianne Light" w:hAnsi="Marianne Light"/>
        </w:rPr>
        <w:t>dont</w:t>
      </w:r>
      <w:proofErr w:type="gramEnd"/>
      <w:r w:rsidRPr="006D62D0">
        <w:rPr>
          <w:rFonts w:ascii="Marianne Light" w:hAnsi="Marianne Light"/>
        </w:rPr>
        <w:t xml:space="preserve"> le siège social est à (adresse complète) :</w:t>
      </w:r>
    </w:p>
    <w:p w14:paraId="3F6011CA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63973D3C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.......................................................................................................................................................</w:t>
      </w:r>
    </w:p>
    <w:p w14:paraId="3C15123F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0F69C080" w14:textId="77777777" w:rsidR="008D29D2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.......................................................................................................................................................</w:t>
      </w:r>
    </w:p>
    <w:p w14:paraId="670A9828" w14:textId="77777777" w:rsidR="008D29D2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1C7C3670" w14:textId="77777777" w:rsidR="008D29D2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>
        <w:rPr>
          <w:rFonts w:ascii="Marianne Light" w:hAnsi="Marianne Light"/>
        </w:rPr>
        <w:t>Adresse du soumissionnaire (si différente du siège social) : ………………………………………………………….</w:t>
      </w:r>
    </w:p>
    <w:p w14:paraId="64411C7C" w14:textId="77777777" w:rsidR="008D29D2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30EEAAEC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>
        <w:rPr>
          <w:rFonts w:ascii="Marianne Light" w:hAnsi="Marianne Light"/>
        </w:rPr>
        <w:t>………………………………………………………………………………………………………………………………………………………………………..</w:t>
      </w:r>
    </w:p>
    <w:p w14:paraId="4F1FEC76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16BF44B6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N° de téléphone...........................................................................................................................</w:t>
      </w:r>
    </w:p>
    <w:p w14:paraId="42BBA56D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33C61FFD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Adresse mail………………………………………………………………………………………………………………………………………….</w:t>
      </w:r>
    </w:p>
    <w:p w14:paraId="52C5FB22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10403978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 xml:space="preserve">Registre du commerce n° ...............................................................................................................    </w:t>
      </w:r>
    </w:p>
    <w:p w14:paraId="0AE97C93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3A5CCDEC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N° SIRET ............................................................ Code APE .......................................................</w:t>
      </w:r>
    </w:p>
    <w:p w14:paraId="1554AB42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6C3AB241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Assurance : Compagnie………………………………………………………</w:t>
      </w:r>
      <w:proofErr w:type="gramStart"/>
      <w:r w:rsidRPr="006D62D0">
        <w:rPr>
          <w:rFonts w:ascii="Marianne Light" w:hAnsi="Marianne Light"/>
        </w:rPr>
        <w:t>…….</w:t>
      </w:r>
      <w:proofErr w:type="gramEnd"/>
      <w:r w:rsidRPr="006D62D0">
        <w:rPr>
          <w:rFonts w:ascii="Marianne Light" w:hAnsi="Marianne Light"/>
        </w:rPr>
        <w:t>N° de police :……………………………….</w:t>
      </w:r>
    </w:p>
    <w:p w14:paraId="22D5590F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6DC64839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Après avoir pris connaissance des Cahiers des Clauses Administratives Particulières et des documents qui y sont mentionnés,</w:t>
      </w:r>
    </w:p>
    <w:p w14:paraId="6ACDA040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6D89A6AA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proofErr w:type="gramStart"/>
      <w:r w:rsidRPr="006D62D0">
        <w:rPr>
          <w:rFonts w:ascii="Marianne Light" w:hAnsi="Marianne Light"/>
        </w:rPr>
        <w:t>m’engage</w:t>
      </w:r>
      <w:proofErr w:type="gramEnd"/>
      <w:r w:rsidRPr="006D62D0">
        <w:rPr>
          <w:rFonts w:ascii="Marianne Light" w:hAnsi="Marianne Light"/>
        </w:rPr>
        <w:t xml:space="preserve"> sans réserve, conformément aux stipulations des documents visés ci-dessus, à exécuter les prestations dans les conditions ci-après définies.</w:t>
      </w:r>
    </w:p>
    <w:p w14:paraId="54CBCBDB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29587364" w14:textId="2AE5D311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 xml:space="preserve">L’offre ainsi présentée ne me lie toutefois que si son acceptation m’est notifiée dans un délai de </w:t>
      </w:r>
      <w:r w:rsidR="003C7DC8">
        <w:rPr>
          <w:rFonts w:ascii="Marianne Light" w:hAnsi="Marianne Light"/>
        </w:rPr>
        <w:t>cent vingt</w:t>
      </w:r>
      <w:r w:rsidRPr="006D62D0">
        <w:rPr>
          <w:rFonts w:ascii="Marianne Light" w:hAnsi="Marianne Light"/>
        </w:rPr>
        <w:t xml:space="preserve"> (</w:t>
      </w:r>
      <w:r w:rsidR="003C7DC8">
        <w:rPr>
          <w:rFonts w:ascii="Marianne Light" w:hAnsi="Marianne Light"/>
        </w:rPr>
        <w:t>12</w:t>
      </w:r>
      <w:r w:rsidRPr="006D62D0">
        <w:rPr>
          <w:rFonts w:ascii="Marianne Light" w:hAnsi="Marianne Light"/>
        </w:rPr>
        <w:t>0) jours à compter de la date limite de remise des offres fixée par le règlement de la consultation.</w:t>
      </w:r>
    </w:p>
    <w:p w14:paraId="414F8D35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23E907D7" w14:textId="77777777" w:rsidR="008D29D2" w:rsidRPr="006D62D0" w:rsidRDefault="008D29D2" w:rsidP="008D29D2">
      <w:pPr>
        <w:pStyle w:val="Cc"/>
        <w:spacing w:after="0"/>
        <w:ind w:left="0" w:right="11" w:firstLine="0"/>
        <w:jc w:val="both"/>
        <w:rPr>
          <w:rFonts w:ascii="Marianne Light" w:hAnsi="Marianne Light"/>
          <w:b/>
          <w:u w:val="single"/>
        </w:rPr>
      </w:pPr>
      <w:r w:rsidRPr="006D62D0">
        <w:rPr>
          <w:rFonts w:ascii="Marianne Light" w:hAnsi="Marianne Light"/>
          <w:b/>
          <w:u w:val="single"/>
        </w:rPr>
        <w:t>ARTICLE 1 – CONTRACTANT –GROUPEMENT D’OPERATEURS ECONOMIQUES</w:t>
      </w:r>
    </w:p>
    <w:p w14:paraId="3DDE97ED" w14:textId="77777777" w:rsidR="008D29D2" w:rsidRPr="006D62D0" w:rsidRDefault="008D29D2" w:rsidP="008D29D2">
      <w:pPr>
        <w:ind w:left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 xml:space="preserve">NOUS soussignés, cotraitants conjoints avec mandataire solidaire (FOURNIR LES POUVOIRS), </w:t>
      </w:r>
    </w:p>
    <w:p w14:paraId="1F772A41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399CBA35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  <w:u w:val="single"/>
        </w:rPr>
      </w:pPr>
      <w:r w:rsidRPr="006D62D0">
        <w:rPr>
          <w:rFonts w:ascii="Marianne Light" w:hAnsi="Marianne Light"/>
          <w:u w:val="single"/>
        </w:rPr>
        <w:t>1</w:t>
      </w:r>
      <w:r w:rsidRPr="006D62D0">
        <w:rPr>
          <w:rFonts w:ascii="Marianne Light" w:hAnsi="Marianne Light"/>
          <w:u w:val="single"/>
          <w:vertAlign w:val="superscript"/>
        </w:rPr>
        <w:t>er</w:t>
      </w:r>
      <w:r w:rsidRPr="006D62D0">
        <w:rPr>
          <w:rFonts w:ascii="Marianne Light" w:hAnsi="Marianne Light"/>
          <w:u w:val="single"/>
        </w:rPr>
        <w:t xml:space="preserve"> COCONTRACTANT - MANDATAIRE </w:t>
      </w:r>
    </w:p>
    <w:p w14:paraId="4CA05EBE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3F5F708C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Mme / M. ..................................................................................................................................</w:t>
      </w:r>
    </w:p>
    <w:p w14:paraId="4B6D7650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4160B188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proofErr w:type="gramStart"/>
      <w:r w:rsidRPr="006D62D0">
        <w:rPr>
          <w:rFonts w:ascii="Marianne Light" w:hAnsi="Marianne Light"/>
        </w:rPr>
        <w:t>agissant</w:t>
      </w:r>
      <w:proofErr w:type="gramEnd"/>
      <w:r w:rsidRPr="006D62D0">
        <w:rPr>
          <w:rFonts w:ascii="Marianne Light" w:hAnsi="Marianne Light"/>
        </w:rPr>
        <w:t xml:space="preserve"> en qualité de .....................................................................................................................</w:t>
      </w:r>
    </w:p>
    <w:p w14:paraId="35877969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2949842B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proofErr w:type="gramStart"/>
      <w:r w:rsidRPr="006D62D0">
        <w:rPr>
          <w:rFonts w:ascii="Marianne Light" w:hAnsi="Marianne Light"/>
        </w:rPr>
        <w:t>pour</w:t>
      </w:r>
      <w:proofErr w:type="gramEnd"/>
      <w:r w:rsidRPr="006D62D0">
        <w:rPr>
          <w:rFonts w:ascii="Marianne Light" w:hAnsi="Marianne Light"/>
        </w:rPr>
        <w:t xml:space="preserve"> le compte de la société ........................................................................................................</w:t>
      </w:r>
    </w:p>
    <w:p w14:paraId="046022FE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772B14AE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proofErr w:type="gramStart"/>
      <w:r w:rsidRPr="006D62D0">
        <w:rPr>
          <w:rFonts w:ascii="Marianne Light" w:hAnsi="Marianne Light"/>
        </w:rPr>
        <w:t>dont</w:t>
      </w:r>
      <w:proofErr w:type="gramEnd"/>
      <w:r w:rsidRPr="006D62D0">
        <w:rPr>
          <w:rFonts w:ascii="Marianne Light" w:hAnsi="Marianne Light"/>
        </w:rPr>
        <w:t xml:space="preserve"> le siège social est à (adresse complète) :</w:t>
      </w:r>
    </w:p>
    <w:p w14:paraId="4AC55012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0E9D9BEF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.......................................................................................................................................................</w:t>
      </w:r>
    </w:p>
    <w:p w14:paraId="4F73C7AF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27C076B1" w14:textId="77777777" w:rsidR="008D29D2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.......................................................................................................................................................</w:t>
      </w:r>
    </w:p>
    <w:p w14:paraId="1D963048" w14:textId="77777777" w:rsidR="008D29D2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25C6F4AD" w14:textId="77777777" w:rsidR="008D29D2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>
        <w:rPr>
          <w:rFonts w:ascii="Marianne Light" w:hAnsi="Marianne Light"/>
        </w:rPr>
        <w:t>Adresse du soumissionnaire (si différente du siège social) : ………………………………………………………….</w:t>
      </w:r>
    </w:p>
    <w:p w14:paraId="5CA5655E" w14:textId="77777777" w:rsidR="008D29D2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502E9CCA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>
        <w:rPr>
          <w:rFonts w:ascii="Marianne Light" w:hAnsi="Marianne Light"/>
        </w:rPr>
        <w:t>………………………………………………………………………………………………………………………………………………………………………..</w:t>
      </w:r>
    </w:p>
    <w:p w14:paraId="2741E2D3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25A792A5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28B17D30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N° de téléphone...........................................................................................................................</w:t>
      </w:r>
    </w:p>
    <w:p w14:paraId="3C1C6B96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29582878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Adresse mail………………………………………………………………………………………………………………………………………….</w:t>
      </w:r>
    </w:p>
    <w:p w14:paraId="3615484E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6983A177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 xml:space="preserve">Registre du commerce n° ...............................................................................................................    </w:t>
      </w:r>
    </w:p>
    <w:p w14:paraId="79D636DB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2A036D97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N° SIRET ............................................................ Code APE .......................................................</w:t>
      </w:r>
    </w:p>
    <w:p w14:paraId="60900169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0F9304E5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Assurance : Compagnie………………………………………………………</w:t>
      </w:r>
      <w:proofErr w:type="gramStart"/>
      <w:r w:rsidRPr="006D62D0">
        <w:rPr>
          <w:rFonts w:ascii="Marianne Light" w:hAnsi="Marianne Light"/>
        </w:rPr>
        <w:t>…….</w:t>
      </w:r>
      <w:proofErr w:type="gramEnd"/>
      <w:r w:rsidRPr="006D62D0">
        <w:rPr>
          <w:rFonts w:ascii="Marianne Light" w:hAnsi="Marianne Light"/>
        </w:rPr>
        <w:t>N° de police :……………………………….</w:t>
      </w:r>
    </w:p>
    <w:p w14:paraId="162F8050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375A3C9A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  <w:u w:val="single"/>
        </w:rPr>
      </w:pPr>
      <w:r w:rsidRPr="006D62D0">
        <w:rPr>
          <w:rFonts w:ascii="Marianne Light" w:hAnsi="Marianne Light"/>
          <w:u w:val="single"/>
        </w:rPr>
        <w:t>2</w:t>
      </w:r>
      <w:r w:rsidRPr="006D62D0">
        <w:rPr>
          <w:rFonts w:ascii="Marianne Light" w:hAnsi="Marianne Light"/>
          <w:u w:val="single"/>
          <w:vertAlign w:val="superscript"/>
        </w:rPr>
        <w:t>ème</w:t>
      </w:r>
      <w:r w:rsidRPr="006D62D0">
        <w:rPr>
          <w:rFonts w:ascii="Marianne Light" w:hAnsi="Marianne Light"/>
          <w:u w:val="single"/>
        </w:rPr>
        <w:t xml:space="preserve"> COCONTRACTANT </w:t>
      </w:r>
    </w:p>
    <w:p w14:paraId="1BD3BAFC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24B923A0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Mme / M. ..................................................................................................................................</w:t>
      </w:r>
    </w:p>
    <w:p w14:paraId="6D986EF0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0BE4E7C6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proofErr w:type="gramStart"/>
      <w:r w:rsidRPr="006D62D0">
        <w:rPr>
          <w:rFonts w:ascii="Marianne Light" w:hAnsi="Marianne Light"/>
        </w:rPr>
        <w:t>agissant</w:t>
      </w:r>
      <w:proofErr w:type="gramEnd"/>
      <w:r w:rsidRPr="006D62D0">
        <w:rPr>
          <w:rFonts w:ascii="Marianne Light" w:hAnsi="Marianne Light"/>
        </w:rPr>
        <w:t xml:space="preserve"> en qualité de .....................................................................................................................</w:t>
      </w:r>
    </w:p>
    <w:p w14:paraId="679C50B3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72D0BE96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proofErr w:type="gramStart"/>
      <w:r w:rsidRPr="006D62D0">
        <w:rPr>
          <w:rFonts w:ascii="Marianne Light" w:hAnsi="Marianne Light"/>
        </w:rPr>
        <w:t>pour</w:t>
      </w:r>
      <w:proofErr w:type="gramEnd"/>
      <w:r w:rsidRPr="006D62D0">
        <w:rPr>
          <w:rFonts w:ascii="Marianne Light" w:hAnsi="Marianne Light"/>
        </w:rPr>
        <w:t xml:space="preserve"> le compte de la société ........................................................................................................</w:t>
      </w:r>
    </w:p>
    <w:p w14:paraId="4D2C7F58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3F1E40BD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proofErr w:type="gramStart"/>
      <w:r w:rsidRPr="006D62D0">
        <w:rPr>
          <w:rFonts w:ascii="Marianne Light" w:hAnsi="Marianne Light"/>
        </w:rPr>
        <w:t>dont</w:t>
      </w:r>
      <w:proofErr w:type="gramEnd"/>
      <w:r w:rsidRPr="006D62D0">
        <w:rPr>
          <w:rFonts w:ascii="Marianne Light" w:hAnsi="Marianne Light"/>
        </w:rPr>
        <w:t xml:space="preserve"> le siège social est à (adresse complète) :</w:t>
      </w:r>
    </w:p>
    <w:p w14:paraId="06A67079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3A359551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.......................................................................................................................................................</w:t>
      </w:r>
    </w:p>
    <w:p w14:paraId="34AE2994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187DF4D9" w14:textId="77777777" w:rsidR="008D29D2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.......................................................................................................................................................</w:t>
      </w:r>
    </w:p>
    <w:p w14:paraId="3326F9C1" w14:textId="77777777" w:rsidR="008D29D2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7948418B" w14:textId="77777777" w:rsidR="008D29D2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>
        <w:rPr>
          <w:rFonts w:ascii="Marianne Light" w:hAnsi="Marianne Light"/>
        </w:rPr>
        <w:t>Adresse du soumissionnaire (si différente du siège social) : ………………………………………………………….</w:t>
      </w:r>
    </w:p>
    <w:p w14:paraId="640768EE" w14:textId="77777777" w:rsidR="008D29D2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0B5160FC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>
        <w:rPr>
          <w:rFonts w:ascii="Marianne Light" w:hAnsi="Marianne Light"/>
        </w:rPr>
        <w:t>………………………………………………………………………………………………………………………………………………………………………..</w:t>
      </w:r>
    </w:p>
    <w:p w14:paraId="4C0253F3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105B7828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201D5912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N° de téléphone...........................................................................................................................</w:t>
      </w:r>
    </w:p>
    <w:p w14:paraId="20EEC668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033E4679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Adresse mail………………………………………………………………………………………………………………………………………….</w:t>
      </w:r>
    </w:p>
    <w:p w14:paraId="07223666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468DA180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 xml:space="preserve">Registre du commerce n° ...............................................................................................................    </w:t>
      </w:r>
    </w:p>
    <w:p w14:paraId="4279900B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4C97DDC5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N° SIRET ............................................................ Code APE .......................................................</w:t>
      </w:r>
    </w:p>
    <w:p w14:paraId="7923BE5B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6B4AA98F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Assurance : Compagnie………………………………………………………</w:t>
      </w:r>
      <w:proofErr w:type="gramStart"/>
      <w:r w:rsidRPr="006D62D0">
        <w:rPr>
          <w:rFonts w:ascii="Marianne Light" w:hAnsi="Marianne Light"/>
        </w:rPr>
        <w:t>…….</w:t>
      </w:r>
      <w:proofErr w:type="gramEnd"/>
      <w:r w:rsidRPr="006D62D0">
        <w:rPr>
          <w:rFonts w:ascii="Marianne Light" w:hAnsi="Marianne Light"/>
        </w:rPr>
        <w:t>N° de police :……………………………….</w:t>
      </w:r>
    </w:p>
    <w:p w14:paraId="2A57C092" w14:textId="6871827C" w:rsidR="008D29D2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65A7AC41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038370FE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  <w:u w:val="single"/>
        </w:rPr>
      </w:pPr>
      <w:r w:rsidRPr="006D62D0">
        <w:rPr>
          <w:rFonts w:ascii="Marianne Light" w:hAnsi="Marianne Light"/>
          <w:u w:val="single"/>
        </w:rPr>
        <w:t>3</w:t>
      </w:r>
      <w:r w:rsidRPr="006D62D0">
        <w:rPr>
          <w:rFonts w:ascii="Marianne Light" w:hAnsi="Marianne Light"/>
          <w:u w:val="single"/>
          <w:vertAlign w:val="superscript"/>
        </w:rPr>
        <w:t>ème</w:t>
      </w:r>
      <w:r w:rsidRPr="006D62D0">
        <w:rPr>
          <w:rFonts w:ascii="Marianne Light" w:hAnsi="Marianne Light"/>
          <w:u w:val="single"/>
        </w:rPr>
        <w:t xml:space="preserve"> COCONTRACTANT</w:t>
      </w:r>
    </w:p>
    <w:p w14:paraId="64926C7B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60588AF7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Mme / M. ..................................................................................................................................</w:t>
      </w:r>
    </w:p>
    <w:p w14:paraId="3FD80F3B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5ECD1AAE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proofErr w:type="gramStart"/>
      <w:r w:rsidRPr="006D62D0">
        <w:rPr>
          <w:rFonts w:ascii="Marianne Light" w:hAnsi="Marianne Light"/>
        </w:rPr>
        <w:t>agissant</w:t>
      </w:r>
      <w:proofErr w:type="gramEnd"/>
      <w:r w:rsidRPr="006D62D0">
        <w:rPr>
          <w:rFonts w:ascii="Marianne Light" w:hAnsi="Marianne Light"/>
        </w:rPr>
        <w:t xml:space="preserve"> en qualité de .....................................................................................................................</w:t>
      </w:r>
    </w:p>
    <w:p w14:paraId="7D8573A7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03B2C3D5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proofErr w:type="gramStart"/>
      <w:r w:rsidRPr="006D62D0">
        <w:rPr>
          <w:rFonts w:ascii="Marianne Light" w:hAnsi="Marianne Light"/>
        </w:rPr>
        <w:t>pour</w:t>
      </w:r>
      <w:proofErr w:type="gramEnd"/>
      <w:r w:rsidRPr="006D62D0">
        <w:rPr>
          <w:rFonts w:ascii="Marianne Light" w:hAnsi="Marianne Light"/>
        </w:rPr>
        <w:t xml:space="preserve"> le compte de la société ........................................................................................................</w:t>
      </w:r>
    </w:p>
    <w:p w14:paraId="7C0F8716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7ABE467B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proofErr w:type="gramStart"/>
      <w:r w:rsidRPr="006D62D0">
        <w:rPr>
          <w:rFonts w:ascii="Marianne Light" w:hAnsi="Marianne Light"/>
        </w:rPr>
        <w:t>dont</w:t>
      </w:r>
      <w:proofErr w:type="gramEnd"/>
      <w:r w:rsidRPr="006D62D0">
        <w:rPr>
          <w:rFonts w:ascii="Marianne Light" w:hAnsi="Marianne Light"/>
        </w:rPr>
        <w:t xml:space="preserve"> le siège social est à (adresse complète) :</w:t>
      </w:r>
    </w:p>
    <w:p w14:paraId="70A2E7AC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349EAF97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.......................................................................................................................................................</w:t>
      </w:r>
    </w:p>
    <w:p w14:paraId="46C3024E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423C4AFE" w14:textId="77777777" w:rsidR="008D29D2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.......................................................................................................................................................</w:t>
      </w:r>
    </w:p>
    <w:p w14:paraId="1E15D841" w14:textId="77777777" w:rsidR="008D29D2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4715F142" w14:textId="77777777" w:rsidR="008D29D2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>
        <w:rPr>
          <w:rFonts w:ascii="Marianne Light" w:hAnsi="Marianne Light"/>
        </w:rPr>
        <w:t>Adresse du soumissionnaire (si différente du siège social) : ………………………………………………………….</w:t>
      </w:r>
    </w:p>
    <w:p w14:paraId="2FD53AEF" w14:textId="77777777" w:rsidR="008D29D2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2242A104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>
        <w:rPr>
          <w:rFonts w:ascii="Marianne Light" w:hAnsi="Marianne Light"/>
        </w:rPr>
        <w:t>………………………………………………………………………………………………………………………………………………………………………..</w:t>
      </w:r>
    </w:p>
    <w:p w14:paraId="7127E726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22DB8EB3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5BFE2019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N° de téléphone...........................................................................................................................</w:t>
      </w:r>
    </w:p>
    <w:p w14:paraId="3F224C54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21D705EA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Adresse mail………………………………………………………………………………………………………………………………………….</w:t>
      </w:r>
    </w:p>
    <w:p w14:paraId="510A9BDA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1F09DCBA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 xml:space="preserve">Registre du commerce n° ...............................................................................................................    </w:t>
      </w:r>
    </w:p>
    <w:p w14:paraId="58659FF0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4DB5A842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N° SIRET ............................................................ Code APE .......................................................</w:t>
      </w:r>
    </w:p>
    <w:p w14:paraId="4D04BF4C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4A2B9FD9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Assurance : Compagnie………………………………………………………</w:t>
      </w:r>
      <w:proofErr w:type="gramStart"/>
      <w:r w:rsidRPr="006D62D0">
        <w:rPr>
          <w:rFonts w:ascii="Marianne Light" w:hAnsi="Marianne Light"/>
        </w:rPr>
        <w:t>…….</w:t>
      </w:r>
      <w:proofErr w:type="gramEnd"/>
      <w:r w:rsidRPr="006D62D0">
        <w:rPr>
          <w:rFonts w:ascii="Marianne Light" w:hAnsi="Marianne Light"/>
        </w:rPr>
        <w:t>N° de police :……………………………….</w:t>
      </w:r>
    </w:p>
    <w:p w14:paraId="06A02E7D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4A241F0B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66C7B439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Après avoir pris connaissance des Cahiers des Clauses Administratives Particulières et des documents qui y sont mentionnés,</w:t>
      </w:r>
    </w:p>
    <w:p w14:paraId="1659D6A3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0F8BDC39" w14:textId="29C8108A" w:rsidR="008D29D2" w:rsidRPr="006D62D0" w:rsidRDefault="00C70F3A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N</w:t>
      </w:r>
      <w:r w:rsidR="008D29D2" w:rsidRPr="006D62D0">
        <w:rPr>
          <w:rFonts w:ascii="Marianne Light" w:hAnsi="Marianne Light"/>
        </w:rPr>
        <w:t>ous</w:t>
      </w:r>
      <w:r>
        <w:rPr>
          <w:rFonts w:ascii="Marianne Light" w:hAnsi="Marianne Light"/>
        </w:rPr>
        <w:t xml:space="preserve"> </w:t>
      </w:r>
      <w:r w:rsidR="008D29D2" w:rsidRPr="006D62D0">
        <w:rPr>
          <w:rFonts w:ascii="Marianne Light" w:hAnsi="Marianne Light"/>
        </w:rPr>
        <w:t>engageons sans réserve, conformément aux stipulations des documents visés ci-dessus, à exécuter les prestations dans les conditions ci-après définies.</w:t>
      </w:r>
    </w:p>
    <w:p w14:paraId="038C223F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320A6C75" w14:textId="246CA3A5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 xml:space="preserve">L’offre ainsi présentée ne nous lie toutefois que si son acceptation est notifiée dans un délai de </w:t>
      </w:r>
      <w:r w:rsidR="00C70F3A">
        <w:rPr>
          <w:rFonts w:ascii="Marianne Light" w:hAnsi="Marianne Light"/>
        </w:rPr>
        <w:t>cent vingt</w:t>
      </w:r>
      <w:r w:rsidRPr="006D62D0">
        <w:rPr>
          <w:rFonts w:ascii="Marianne Light" w:hAnsi="Marianne Light"/>
        </w:rPr>
        <w:t xml:space="preserve"> (</w:t>
      </w:r>
      <w:r w:rsidR="00C70F3A">
        <w:rPr>
          <w:rFonts w:ascii="Marianne Light" w:hAnsi="Marianne Light"/>
        </w:rPr>
        <w:t>12</w:t>
      </w:r>
      <w:r w:rsidRPr="006D62D0">
        <w:rPr>
          <w:rFonts w:ascii="Marianne Light" w:hAnsi="Marianne Light"/>
        </w:rPr>
        <w:t>0) jours à compter de la date limite de remise des offres fixée par le règlement de la consultation, au mandataire de notre groupement ci-dessus désigné.</w:t>
      </w:r>
    </w:p>
    <w:p w14:paraId="54EF865D" w14:textId="77777777" w:rsidR="008D29D2" w:rsidRPr="006D62D0" w:rsidRDefault="008D29D2" w:rsidP="008D29D2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4A1526AB" w14:textId="77777777" w:rsidR="00EB3B94" w:rsidRPr="006D62D0" w:rsidRDefault="00EB3B94" w:rsidP="00010FBF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496B2F04" w14:textId="77777777" w:rsidR="007F32C9" w:rsidRPr="006D62D0" w:rsidRDefault="007F32C9" w:rsidP="00010FBF">
      <w:pPr>
        <w:pStyle w:val="Cc"/>
        <w:spacing w:after="0"/>
        <w:ind w:left="0" w:right="-357" w:firstLine="0"/>
        <w:jc w:val="both"/>
        <w:rPr>
          <w:rFonts w:ascii="Marianne Light" w:hAnsi="Marianne Light"/>
          <w:b/>
          <w:u w:val="single"/>
        </w:rPr>
      </w:pPr>
      <w:r w:rsidRPr="006D62D0">
        <w:rPr>
          <w:rFonts w:ascii="Marianne Light" w:hAnsi="Marianne Light"/>
          <w:b/>
          <w:u w:val="single"/>
        </w:rPr>
        <w:t>ARTICLE 2 - OBJET DU MARCHE</w:t>
      </w:r>
    </w:p>
    <w:p w14:paraId="2FF7840C" w14:textId="77777777" w:rsidR="007F32C9" w:rsidRPr="006D62D0" w:rsidRDefault="007F32C9" w:rsidP="00010FBF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5FE93B29" w14:textId="59D69EBA" w:rsidR="00CE1728" w:rsidRPr="00AD46EA" w:rsidRDefault="00CE1728" w:rsidP="00CE1728">
      <w:pPr>
        <w:keepNext/>
        <w:ind w:left="0"/>
        <w:jc w:val="both"/>
        <w:outlineLvl w:val="8"/>
        <w:rPr>
          <w:rFonts w:ascii="Marianne Light" w:hAnsi="Marianne Light"/>
        </w:rPr>
      </w:pPr>
      <w:r w:rsidRPr="00AD46EA">
        <w:rPr>
          <w:rFonts w:ascii="Marianne Light" w:hAnsi="Marianne Light"/>
        </w:rPr>
        <w:t>Le présent marché</w:t>
      </w:r>
      <w:r>
        <w:rPr>
          <w:rFonts w:ascii="Marianne Light" w:hAnsi="Marianne Light"/>
        </w:rPr>
        <w:t>, passé selon une procédure adaptée en application du code de la commande publique,</w:t>
      </w:r>
      <w:r w:rsidRPr="00AD46EA">
        <w:rPr>
          <w:rFonts w:ascii="Marianne Light" w:hAnsi="Marianne Light"/>
        </w:rPr>
        <w:t xml:space="preserve"> a pour objet </w:t>
      </w:r>
      <w:r w:rsidR="00276FDA">
        <w:rPr>
          <w:rFonts w:ascii="Marianne Light" w:hAnsi="Marianne Light"/>
        </w:rPr>
        <w:t xml:space="preserve">le désamiantage, la démolition et le terrassement du Restaurant Universitaire Marie Curie situé 21 rue Jean Richard Bloch </w:t>
      </w:r>
      <w:r>
        <w:rPr>
          <w:rFonts w:ascii="Marianne Light" w:hAnsi="Marianne Light"/>
        </w:rPr>
        <w:t>à Poitiers (86000).</w:t>
      </w:r>
    </w:p>
    <w:p w14:paraId="094E1CD4" w14:textId="3A4FE068" w:rsidR="008E1B6F" w:rsidRDefault="008E1B6F" w:rsidP="00010FBF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2560CA7D" w14:textId="5C8A40C3" w:rsidR="00FE05B3" w:rsidRDefault="00FE05B3" w:rsidP="00010FBF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6CC392AC" w14:textId="2201AC62" w:rsidR="007F32C9" w:rsidRPr="006D62D0" w:rsidRDefault="007F32C9" w:rsidP="00010FBF">
      <w:pPr>
        <w:pStyle w:val="Cc"/>
        <w:spacing w:after="0"/>
        <w:ind w:left="0" w:right="-357" w:firstLine="0"/>
        <w:jc w:val="both"/>
        <w:rPr>
          <w:rFonts w:ascii="Marianne Light" w:hAnsi="Marianne Light"/>
          <w:b/>
          <w:u w:val="single"/>
        </w:rPr>
      </w:pPr>
      <w:r w:rsidRPr="006D62D0">
        <w:rPr>
          <w:rFonts w:ascii="Marianne Light" w:hAnsi="Marianne Light"/>
          <w:b/>
          <w:u w:val="single"/>
        </w:rPr>
        <w:t xml:space="preserve">ARTICLE </w:t>
      </w:r>
      <w:r w:rsidR="00EE1F56">
        <w:rPr>
          <w:rFonts w:ascii="Marianne Light" w:hAnsi="Marianne Light"/>
          <w:b/>
          <w:u w:val="single"/>
        </w:rPr>
        <w:t>3</w:t>
      </w:r>
      <w:r w:rsidRPr="006D62D0">
        <w:rPr>
          <w:rFonts w:ascii="Marianne Light" w:hAnsi="Marianne Light"/>
          <w:b/>
          <w:u w:val="single"/>
        </w:rPr>
        <w:t xml:space="preserve"> - DUREE</w:t>
      </w:r>
    </w:p>
    <w:p w14:paraId="25DEB62A" w14:textId="77777777" w:rsidR="007F32C9" w:rsidRPr="006D62D0" w:rsidRDefault="007F32C9" w:rsidP="00010FBF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3EDAB813" w14:textId="71D99F48" w:rsidR="00CE1728" w:rsidRPr="004E3280" w:rsidRDefault="00CE1728" w:rsidP="002C1DCC">
      <w:pPr>
        <w:ind w:left="0"/>
        <w:jc w:val="both"/>
        <w:rPr>
          <w:rFonts w:ascii="Marianne Light" w:hAnsi="Marianne Light" w:cs="Calibri"/>
        </w:rPr>
      </w:pPr>
      <w:r w:rsidRPr="004E3280">
        <w:rPr>
          <w:rFonts w:ascii="Marianne Light" w:hAnsi="Marianne Light" w:cs="Calibri"/>
        </w:rPr>
        <w:t xml:space="preserve">La durée du marché est fixée à </w:t>
      </w:r>
      <w:r w:rsidR="00C70F3A">
        <w:rPr>
          <w:rFonts w:ascii="Marianne Light" w:hAnsi="Marianne Light" w:cs="Calibri"/>
        </w:rPr>
        <w:t>6</w:t>
      </w:r>
      <w:r w:rsidR="00276FDA">
        <w:rPr>
          <w:rFonts w:ascii="Marianne Light" w:hAnsi="Marianne Light" w:cs="Calibri"/>
        </w:rPr>
        <w:t xml:space="preserve"> mois, compris</w:t>
      </w:r>
      <w:r w:rsidRPr="004E3280">
        <w:rPr>
          <w:rFonts w:ascii="Marianne Light" w:hAnsi="Marianne Light" w:cs="Calibri"/>
        </w:rPr>
        <w:t xml:space="preserve"> préparation.</w:t>
      </w:r>
    </w:p>
    <w:p w14:paraId="67D48F9C" w14:textId="2225A2C5" w:rsidR="00CE1728" w:rsidRPr="004E3280" w:rsidRDefault="00CE1728" w:rsidP="00CE1728">
      <w:pPr>
        <w:ind w:left="0"/>
        <w:jc w:val="both"/>
        <w:rPr>
          <w:rFonts w:ascii="Marianne Light" w:hAnsi="Marianne Light"/>
        </w:rPr>
      </w:pPr>
      <w:r w:rsidRPr="004E3280">
        <w:rPr>
          <w:rFonts w:ascii="Marianne Light" w:hAnsi="Marianne Light"/>
        </w:rPr>
        <w:t xml:space="preserve">L'exécution des prestations débute à compter de la date fixée sur la notification d’attribution. </w:t>
      </w:r>
      <w:r w:rsidRPr="00AD2E6B">
        <w:rPr>
          <w:rFonts w:ascii="Marianne Light" w:hAnsi="Marianne Light"/>
        </w:rPr>
        <w:t xml:space="preserve">(Date prévisionnelle de démarrage : </w:t>
      </w:r>
      <w:r w:rsidR="00C70F3A">
        <w:rPr>
          <w:rFonts w:ascii="Marianne Light" w:hAnsi="Marianne Light"/>
        </w:rPr>
        <w:t xml:space="preserve">fin </w:t>
      </w:r>
      <w:r w:rsidR="00AD2E6B" w:rsidRPr="00AD2E6B">
        <w:rPr>
          <w:rFonts w:ascii="Marianne Light" w:hAnsi="Marianne Light"/>
        </w:rPr>
        <w:t>mars 2026</w:t>
      </w:r>
      <w:r w:rsidRPr="00AD2E6B">
        <w:rPr>
          <w:rFonts w:ascii="Marianne Light" w:hAnsi="Marianne Light"/>
        </w:rPr>
        <w:t>).</w:t>
      </w:r>
    </w:p>
    <w:p w14:paraId="7EBCBA6D" w14:textId="77777777" w:rsidR="007F32C9" w:rsidRPr="00932567" w:rsidRDefault="007F32C9" w:rsidP="00010FBF">
      <w:pPr>
        <w:pStyle w:val="Cc"/>
        <w:spacing w:after="0"/>
        <w:ind w:left="0" w:right="-357" w:firstLine="0"/>
        <w:jc w:val="both"/>
        <w:rPr>
          <w:rFonts w:ascii="Marianne Light" w:hAnsi="Marianne Light"/>
          <w:sz w:val="10"/>
          <w:szCs w:val="10"/>
        </w:rPr>
      </w:pPr>
    </w:p>
    <w:p w14:paraId="2948F5BD" w14:textId="4BE08752" w:rsidR="007F32C9" w:rsidRPr="006D62D0" w:rsidRDefault="007F32C9" w:rsidP="00010FBF">
      <w:pPr>
        <w:pStyle w:val="Cc"/>
        <w:spacing w:after="0"/>
        <w:ind w:left="0" w:right="-357" w:firstLine="0"/>
        <w:jc w:val="both"/>
        <w:rPr>
          <w:rFonts w:ascii="Marianne Light" w:hAnsi="Marianne Light"/>
          <w:b/>
          <w:u w:val="single"/>
        </w:rPr>
      </w:pPr>
      <w:r w:rsidRPr="006D62D0">
        <w:rPr>
          <w:rFonts w:ascii="Marianne Light" w:hAnsi="Marianne Light"/>
          <w:b/>
          <w:u w:val="single"/>
        </w:rPr>
        <w:t xml:space="preserve">ARTICLE </w:t>
      </w:r>
      <w:r w:rsidR="00EE1F56">
        <w:rPr>
          <w:rFonts w:ascii="Marianne Light" w:hAnsi="Marianne Light"/>
          <w:b/>
          <w:u w:val="single"/>
        </w:rPr>
        <w:t>4</w:t>
      </w:r>
      <w:r w:rsidRPr="006D62D0">
        <w:rPr>
          <w:rFonts w:ascii="Marianne Light" w:hAnsi="Marianne Light"/>
          <w:b/>
          <w:u w:val="single"/>
        </w:rPr>
        <w:t xml:space="preserve"> - PRIX</w:t>
      </w:r>
    </w:p>
    <w:p w14:paraId="6F081D2A" w14:textId="77777777" w:rsidR="007F32C9" w:rsidRPr="006D62D0" w:rsidRDefault="007F32C9" w:rsidP="00010FBF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2553B55E" w14:textId="729FF962" w:rsidR="007F32C9" w:rsidRPr="006D62D0" w:rsidRDefault="007F32C9" w:rsidP="00010FBF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Tous les prix sont mentionnés en EUROS</w:t>
      </w:r>
      <w:r w:rsidR="000A44A3">
        <w:rPr>
          <w:rFonts w:ascii="Marianne Light" w:hAnsi="Marianne Light"/>
        </w:rPr>
        <w:t>.</w:t>
      </w:r>
    </w:p>
    <w:p w14:paraId="32741F6F" w14:textId="0E9D06F5" w:rsidR="006D62D0" w:rsidRPr="006D62D0" w:rsidRDefault="006D62D0" w:rsidP="00010FBF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0ACA38E3" w14:textId="6350667E" w:rsidR="00724D8D" w:rsidRPr="00F27E5E" w:rsidRDefault="00724D8D" w:rsidP="00724D8D">
      <w:pPr>
        <w:pStyle w:val="RedaliaNormal"/>
        <w:ind w:right="-415"/>
        <w:rPr>
          <w:rFonts w:ascii="Marianne Light" w:hAnsi="Marianne Light" w:cs="Arial"/>
          <w:sz w:val="20"/>
          <w:szCs w:val="20"/>
        </w:rPr>
      </w:pPr>
      <w:r w:rsidRPr="00F27E5E">
        <w:rPr>
          <w:rFonts w:ascii="Marianne Light" w:hAnsi="Marianne Light" w:cs="Arial"/>
          <w:sz w:val="20"/>
          <w:szCs w:val="20"/>
        </w:rPr>
        <w:t xml:space="preserve">Le montant des prestations du marché résulte de la décomposition du </w:t>
      </w:r>
      <w:r w:rsidR="000A44A3" w:rsidRPr="00F27E5E">
        <w:rPr>
          <w:rFonts w:ascii="Marianne Light" w:hAnsi="Marianne Light" w:cs="Arial"/>
          <w:sz w:val="20"/>
          <w:szCs w:val="20"/>
        </w:rPr>
        <w:t>prix global et forfaitaire</w:t>
      </w:r>
      <w:r w:rsidRPr="00F27E5E">
        <w:rPr>
          <w:rFonts w:ascii="Marianne Light" w:hAnsi="Marianne Light" w:cs="Arial"/>
          <w:sz w:val="20"/>
          <w:szCs w:val="20"/>
        </w:rPr>
        <w:t xml:space="preserve"> (</w:t>
      </w:r>
      <w:r w:rsidR="000A44A3" w:rsidRPr="00F27E5E">
        <w:rPr>
          <w:rFonts w:ascii="Marianne Light" w:hAnsi="Marianne Light" w:cs="Arial"/>
          <w:sz w:val="20"/>
          <w:szCs w:val="20"/>
        </w:rPr>
        <w:t>DPGF</w:t>
      </w:r>
      <w:r w:rsidRPr="00F27E5E">
        <w:rPr>
          <w:rFonts w:ascii="Marianne Light" w:hAnsi="Marianne Light" w:cs="Arial"/>
          <w:sz w:val="20"/>
          <w:szCs w:val="20"/>
        </w:rPr>
        <w:t>).</w:t>
      </w:r>
      <w:r w:rsidR="00276FDA" w:rsidRPr="00F27E5E">
        <w:rPr>
          <w:rFonts w:ascii="Marianne Light" w:hAnsi="Marianne Light" w:cs="Arial"/>
          <w:sz w:val="20"/>
          <w:szCs w:val="20"/>
        </w:rPr>
        <w:t xml:space="preserve"> </w:t>
      </w:r>
    </w:p>
    <w:p w14:paraId="0AF51D22" w14:textId="14C2E115" w:rsidR="00724D8D" w:rsidRPr="00724D8D" w:rsidRDefault="00724D8D" w:rsidP="00724D8D">
      <w:pPr>
        <w:pStyle w:val="RedaliaNormal"/>
        <w:tabs>
          <w:tab w:val="clear" w:pos="8505"/>
          <w:tab w:val="left" w:leader="dot" w:pos="9540"/>
        </w:tabs>
        <w:ind w:right="-415"/>
        <w:rPr>
          <w:rFonts w:ascii="Marianne Light" w:hAnsi="Marianne Light" w:cs="Arial"/>
          <w:sz w:val="20"/>
          <w:szCs w:val="20"/>
        </w:rPr>
      </w:pPr>
      <w:r w:rsidRPr="00724D8D">
        <w:rPr>
          <w:rFonts w:ascii="Marianne Light" w:hAnsi="Marianne Light" w:cs="Arial"/>
          <w:sz w:val="20"/>
          <w:szCs w:val="20"/>
        </w:rPr>
        <w:t>Montant HT </w:t>
      </w:r>
      <w:r>
        <w:rPr>
          <w:rFonts w:ascii="Marianne Light" w:hAnsi="Marianne Light" w:cs="Arial"/>
          <w:sz w:val="20"/>
          <w:szCs w:val="20"/>
        </w:rPr>
        <w:t>(en chiffres)</w:t>
      </w:r>
      <w:r w:rsidR="00932567">
        <w:rPr>
          <w:rFonts w:ascii="Marianne Light" w:hAnsi="Marianne Light" w:cs="Arial"/>
          <w:sz w:val="20"/>
          <w:szCs w:val="20"/>
        </w:rPr>
        <w:t xml:space="preserve"> </w:t>
      </w:r>
      <w:r w:rsidRPr="00724D8D">
        <w:rPr>
          <w:rFonts w:ascii="Marianne Light" w:hAnsi="Marianne Light" w:cs="Arial"/>
          <w:sz w:val="20"/>
          <w:szCs w:val="20"/>
        </w:rPr>
        <w:t xml:space="preserve">: </w:t>
      </w:r>
      <w:r w:rsidR="00932567">
        <w:rPr>
          <w:rFonts w:ascii="Marianne Light" w:hAnsi="Marianne Light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86B4B75" w14:textId="1698C351" w:rsidR="00724D8D" w:rsidRPr="00724D8D" w:rsidRDefault="00724D8D" w:rsidP="00724D8D">
      <w:pPr>
        <w:pStyle w:val="RedaliaNormal"/>
        <w:tabs>
          <w:tab w:val="clear" w:pos="8505"/>
          <w:tab w:val="left" w:leader="dot" w:pos="9540"/>
        </w:tabs>
        <w:ind w:right="-415"/>
        <w:rPr>
          <w:rFonts w:ascii="Marianne Light" w:hAnsi="Marianne Light" w:cs="Arial"/>
          <w:sz w:val="20"/>
          <w:szCs w:val="20"/>
        </w:rPr>
      </w:pPr>
      <w:r w:rsidRPr="00724D8D">
        <w:rPr>
          <w:rFonts w:ascii="Marianne Light" w:hAnsi="Marianne Light" w:cs="Arial"/>
          <w:sz w:val="20"/>
          <w:szCs w:val="20"/>
        </w:rPr>
        <w:t>Montant H</w:t>
      </w:r>
      <w:r>
        <w:rPr>
          <w:rFonts w:ascii="Marianne Light" w:hAnsi="Marianne Light" w:cs="Arial"/>
          <w:sz w:val="20"/>
          <w:szCs w:val="20"/>
        </w:rPr>
        <w:t>T</w:t>
      </w:r>
      <w:r w:rsidRPr="00724D8D">
        <w:rPr>
          <w:rFonts w:ascii="Marianne Light" w:hAnsi="Marianne Light" w:cs="Arial"/>
          <w:sz w:val="20"/>
          <w:szCs w:val="20"/>
        </w:rPr>
        <w:t xml:space="preserve"> (en lettres) :</w:t>
      </w:r>
      <w:r w:rsidRPr="00724D8D">
        <w:rPr>
          <w:rFonts w:ascii="Marianne Light" w:hAnsi="Marianne Light"/>
          <w:color w:val="212121"/>
          <w:w w:val="105"/>
          <w:sz w:val="20"/>
          <w:szCs w:val="20"/>
        </w:rPr>
        <w:t xml:space="preserve"> </w:t>
      </w:r>
      <w:r w:rsidR="00932567">
        <w:rPr>
          <w:rFonts w:ascii="Marianne Light" w:hAnsi="Marianne Light"/>
          <w:color w:val="212121"/>
          <w:w w:val="105"/>
          <w:sz w:val="20"/>
          <w:szCs w:val="20"/>
        </w:rPr>
        <w:t>……………………………………………………………………………………………………………………</w:t>
      </w:r>
    </w:p>
    <w:p w14:paraId="473ACADA" w14:textId="4146A8DB" w:rsidR="00724D8D" w:rsidRPr="00724D8D" w:rsidRDefault="00724D8D" w:rsidP="00724D8D">
      <w:pPr>
        <w:pStyle w:val="RedaliaNormal"/>
        <w:tabs>
          <w:tab w:val="clear" w:pos="8505"/>
          <w:tab w:val="left" w:leader="dot" w:pos="9540"/>
        </w:tabs>
        <w:ind w:right="-415"/>
        <w:rPr>
          <w:rFonts w:ascii="Marianne Light" w:hAnsi="Marianne Light" w:cs="Arial"/>
          <w:sz w:val="20"/>
          <w:szCs w:val="20"/>
        </w:rPr>
      </w:pPr>
      <w:r w:rsidRPr="00724D8D">
        <w:rPr>
          <w:rFonts w:ascii="Marianne Light" w:hAnsi="Marianne Light" w:cs="Arial"/>
          <w:bCs/>
          <w:sz w:val="20"/>
          <w:szCs w:val="20"/>
        </w:rPr>
        <w:t>Montant de la TVA</w:t>
      </w:r>
      <w:r w:rsidRPr="00724D8D">
        <w:rPr>
          <w:rFonts w:ascii="Marianne Light" w:hAnsi="Marianne Light" w:cs="Arial"/>
          <w:b/>
          <w:bCs/>
          <w:sz w:val="20"/>
          <w:szCs w:val="20"/>
        </w:rPr>
        <w:t xml:space="preserve"> </w:t>
      </w:r>
      <w:r w:rsidRPr="00724D8D">
        <w:rPr>
          <w:rFonts w:ascii="Marianne Light" w:hAnsi="Marianne Light" w:cs="Arial"/>
          <w:bCs/>
          <w:sz w:val="20"/>
          <w:szCs w:val="20"/>
        </w:rPr>
        <w:t>(</w:t>
      </w:r>
      <w:r>
        <w:rPr>
          <w:rFonts w:ascii="Marianne Light" w:hAnsi="Marianne Light" w:cs="Arial"/>
          <w:bCs/>
          <w:sz w:val="20"/>
          <w:szCs w:val="20"/>
        </w:rPr>
        <w:t>20%</w:t>
      </w:r>
      <w:r w:rsidRPr="00724D8D">
        <w:rPr>
          <w:rFonts w:ascii="Marianne Light" w:hAnsi="Marianne Light" w:cs="Arial"/>
          <w:bCs/>
          <w:sz w:val="20"/>
          <w:szCs w:val="20"/>
        </w:rPr>
        <w:t>)</w:t>
      </w:r>
      <w:r w:rsidRPr="00724D8D">
        <w:rPr>
          <w:rFonts w:ascii="Marianne Light" w:hAnsi="Marianne Light" w:cs="Arial"/>
          <w:sz w:val="20"/>
          <w:szCs w:val="20"/>
        </w:rPr>
        <w:t xml:space="preserve"> : </w:t>
      </w:r>
      <w:r w:rsidR="00932567">
        <w:rPr>
          <w:rFonts w:ascii="Marianne Light" w:hAnsi="Marianne Light" w:cs="Arial"/>
          <w:sz w:val="20"/>
          <w:szCs w:val="20"/>
        </w:rPr>
        <w:t xml:space="preserve"> …………………………………………………………………………………………………………………………</w:t>
      </w:r>
    </w:p>
    <w:p w14:paraId="3584F712" w14:textId="06519093" w:rsidR="00724D8D" w:rsidRPr="00724D8D" w:rsidRDefault="00724D8D" w:rsidP="00724D8D">
      <w:pPr>
        <w:pStyle w:val="RedaliaNormal"/>
        <w:tabs>
          <w:tab w:val="clear" w:pos="8505"/>
          <w:tab w:val="left" w:leader="dot" w:pos="9540"/>
        </w:tabs>
        <w:ind w:right="-415"/>
        <w:rPr>
          <w:rFonts w:ascii="Marianne Light" w:hAnsi="Marianne Light" w:cs="Arial"/>
          <w:sz w:val="20"/>
          <w:szCs w:val="20"/>
        </w:rPr>
      </w:pPr>
      <w:r w:rsidRPr="00724D8D">
        <w:rPr>
          <w:rFonts w:ascii="Marianne Light" w:hAnsi="Marianne Light" w:cs="Arial"/>
          <w:sz w:val="20"/>
          <w:szCs w:val="20"/>
        </w:rPr>
        <w:t>Montant TTC </w:t>
      </w:r>
      <w:r>
        <w:rPr>
          <w:rFonts w:ascii="Marianne Light" w:hAnsi="Marianne Light" w:cs="Arial"/>
          <w:sz w:val="20"/>
          <w:szCs w:val="20"/>
        </w:rPr>
        <w:t xml:space="preserve">(en chiffres) </w:t>
      </w:r>
      <w:r w:rsidRPr="00724D8D">
        <w:rPr>
          <w:rFonts w:ascii="Marianne Light" w:hAnsi="Marianne Light" w:cs="Arial"/>
          <w:sz w:val="20"/>
          <w:szCs w:val="20"/>
        </w:rPr>
        <w:t xml:space="preserve">: </w:t>
      </w:r>
      <w:r w:rsidR="00932567">
        <w:rPr>
          <w:rFonts w:ascii="Marianne Light" w:hAnsi="Marianne Light"/>
          <w:color w:val="383838"/>
          <w:w w:val="105"/>
          <w:sz w:val="20"/>
          <w:szCs w:val="20"/>
        </w:rPr>
        <w:t>…………………………………………………………………………………………………………………</w:t>
      </w:r>
    </w:p>
    <w:p w14:paraId="49073A44" w14:textId="3C1B7FF5" w:rsidR="00724D8D" w:rsidRDefault="00724D8D" w:rsidP="00724D8D">
      <w:pPr>
        <w:pStyle w:val="RedaliaNormal"/>
        <w:tabs>
          <w:tab w:val="clear" w:pos="8505"/>
          <w:tab w:val="left" w:leader="dot" w:pos="9540"/>
        </w:tabs>
        <w:ind w:right="-415"/>
        <w:rPr>
          <w:rFonts w:ascii="Marianne Light" w:hAnsi="Marianne Light"/>
          <w:color w:val="212121"/>
          <w:w w:val="105"/>
          <w:sz w:val="20"/>
          <w:szCs w:val="20"/>
        </w:rPr>
      </w:pPr>
      <w:r>
        <w:rPr>
          <w:rFonts w:ascii="Marianne Light" w:hAnsi="Marianne Light" w:cs="Arial"/>
          <w:sz w:val="20"/>
          <w:szCs w:val="20"/>
        </w:rPr>
        <w:t>Montant T</w:t>
      </w:r>
      <w:r w:rsidR="000A44A3">
        <w:rPr>
          <w:rFonts w:ascii="Marianne Light" w:hAnsi="Marianne Light" w:cs="Arial"/>
          <w:sz w:val="20"/>
          <w:szCs w:val="20"/>
        </w:rPr>
        <w:t xml:space="preserve">TC </w:t>
      </w:r>
      <w:r w:rsidRPr="00724D8D">
        <w:rPr>
          <w:rFonts w:ascii="Marianne Light" w:hAnsi="Marianne Light" w:cs="Arial"/>
          <w:sz w:val="20"/>
          <w:szCs w:val="20"/>
        </w:rPr>
        <w:t>(en lettres) :</w:t>
      </w:r>
      <w:r w:rsidRPr="00724D8D">
        <w:rPr>
          <w:rFonts w:ascii="Marianne Light" w:hAnsi="Marianne Light"/>
          <w:color w:val="212121"/>
          <w:w w:val="105"/>
          <w:sz w:val="20"/>
          <w:szCs w:val="20"/>
        </w:rPr>
        <w:t xml:space="preserve"> </w:t>
      </w:r>
      <w:r w:rsidR="00932567">
        <w:rPr>
          <w:rFonts w:ascii="Marianne Light" w:hAnsi="Marianne Light"/>
          <w:color w:val="212121"/>
          <w:w w:val="105"/>
          <w:sz w:val="20"/>
          <w:szCs w:val="20"/>
        </w:rPr>
        <w:t>……………………………………………………………………………………………………………</w:t>
      </w:r>
      <w:proofErr w:type="gramStart"/>
      <w:r w:rsidR="00932567">
        <w:rPr>
          <w:rFonts w:ascii="Marianne Light" w:hAnsi="Marianne Light"/>
          <w:color w:val="212121"/>
          <w:w w:val="105"/>
          <w:sz w:val="20"/>
          <w:szCs w:val="20"/>
        </w:rPr>
        <w:t>…….</w:t>
      </w:r>
      <w:proofErr w:type="gramEnd"/>
      <w:r w:rsidR="00932567">
        <w:rPr>
          <w:rFonts w:ascii="Marianne Light" w:hAnsi="Marianne Light"/>
          <w:color w:val="212121"/>
          <w:w w:val="105"/>
          <w:sz w:val="20"/>
          <w:szCs w:val="20"/>
        </w:rPr>
        <w:t>.</w:t>
      </w:r>
    </w:p>
    <w:p w14:paraId="55CF2CC2" w14:textId="77777777" w:rsidR="000A44A3" w:rsidRDefault="000A44A3" w:rsidP="000A44A3">
      <w:pPr>
        <w:pStyle w:val="05ARTICLENiv1-Texte"/>
        <w:rPr>
          <w:rFonts w:ascii="Marianne Light" w:hAnsi="Marianne Light"/>
          <w:noProof w:val="0"/>
        </w:rPr>
      </w:pPr>
      <w:r w:rsidRPr="00442035">
        <w:rPr>
          <w:rFonts w:ascii="Marianne Light" w:hAnsi="Marianne Light"/>
          <w:noProof w:val="0"/>
        </w:rPr>
        <w:t>En cas de groupement conjoint d'entreprises, la décomposition des prestations et paiements par cotraitant est précisée ci-dessous</w:t>
      </w:r>
      <w:r>
        <w:rPr>
          <w:rFonts w:ascii="Marianne Light" w:hAnsi="Marianne Light"/>
          <w:noProof w:val="0"/>
        </w:rPr>
        <w:t xml:space="preserve"> : </w:t>
      </w:r>
    </w:p>
    <w:p w14:paraId="07F4EBEA" w14:textId="77777777" w:rsidR="000A44A3" w:rsidRDefault="000A44A3" w:rsidP="000A44A3">
      <w:pPr>
        <w:pStyle w:val="05ARTICLENiv1-Texte"/>
        <w:rPr>
          <w:rFonts w:ascii="Marianne Light" w:hAnsi="Marianne Light"/>
          <w:noProof w:val="0"/>
        </w:rPr>
      </w:pPr>
    </w:p>
    <w:tbl>
      <w:tblPr>
        <w:tblW w:w="0" w:type="auto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420"/>
        <w:gridCol w:w="3600"/>
        <w:gridCol w:w="2160"/>
      </w:tblGrid>
      <w:tr w:rsidR="000A44A3" w:rsidRPr="00061309" w14:paraId="3186F18A" w14:textId="77777777" w:rsidTr="00BA3429">
        <w:trPr>
          <w:cantSplit/>
          <w:trHeight w:val="499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B36E4" w14:textId="77777777" w:rsidR="000A44A3" w:rsidRPr="00061309" w:rsidRDefault="000A44A3" w:rsidP="00BA3429">
            <w:pPr>
              <w:spacing w:after="240" w:line="240" w:lineRule="atLeast"/>
              <w:rPr>
                <w:rFonts w:ascii="Arial" w:hAnsi="Arial" w:cs="Arial"/>
                <w:b/>
                <w:noProof/>
              </w:rPr>
            </w:pPr>
            <w:r w:rsidRPr="00061309">
              <w:rPr>
                <w:rFonts w:ascii="Arial" w:hAnsi="Arial" w:cs="Arial"/>
                <w:b/>
                <w:noProof/>
              </w:rPr>
              <w:lastRenderedPageBreak/>
              <w:t>Prestations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59C38" w14:textId="77777777" w:rsidR="000A44A3" w:rsidRPr="00061309" w:rsidRDefault="000A44A3" w:rsidP="00BA3429">
            <w:pPr>
              <w:spacing w:after="240" w:line="240" w:lineRule="atLeast"/>
              <w:ind w:right="91"/>
              <w:rPr>
                <w:rFonts w:ascii="Arial" w:hAnsi="Arial" w:cs="Arial"/>
                <w:b/>
                <w:noProof/>
              </w:rPr>
            </w:pPr>
            <w:r w:rsidRPr="00061309">
              <w:rPr>
                <w:rFonts w:ascii="Arial" w:hAnsi="Arial" w:cs="Arial"/>
                <w:b/>
                <w:noProof/>
              </w:rPr>
              <w:t>Désignations des cotraitants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716EA" w14:textId="77777777" w:rsidR="000A44A3" w:rsidRPr="00061309" w:rsidRDefault="000A44A3" w:rsidP="000A44A3">
            <w:pPr>
              <w:spacing w:after="240" w:line="240" w:lineRule="atLeast"/>
              <w:ind w:left="0"/>
              <w:jc w:val="center"/>
              <w:rPr>
                <w:rFonts w:ascii="Arial" w:hAnsi="Arial" w:cs="Arial"/>
                <w:b/>
                <w:noProof/>
              </w:rPr>
            </w:pPr>
            <w:r w:rsidRPr="00061309">
              <w:rPr>
                <w:rFonts w:ascii="Arial" w:hAnsi="Arial" w:cs="Arial"/>
                <w:b/>
                <w:noProof/>
              </w:rPr>
              <w:t>Montant HT</w:t>
            </w:r>
          </w:p>
        </w:tc>
      </w:tr>
      <w:tr w:rsidR="000A44A3" w:rsidRPr="00061309" w14:paraId="37A94DAA" w14:textId="77777777" w:rsidTr="00BA3429">
        <w:trPr>
          <w:cantSplit/>
          <w:trHeight w:val="296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D0F81" w14:textId="77777777" w:rsidR="000A44A3" w:rsidRPr="00061309" w:rsidRDefault="000A44A3" w:rsidP="00BA3429">
            <w:pPr>
              <w:spacing w:after="240" w:line="240" w:lineRule="atLeast"/>
              <w:rPr>
                <w:rFonts w:ascii="Arial" w:hAnsi="Arial" w:cs="Arial"/>
                <w:noProof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88F92" w14:textId="77777777" w:rsidR="000A44A3" w:rsidRPr="00061309" w:rsidRDefault="000A44A3" w:rsidP="00BA3429">
            <w:pPr>
              <w:spacing w:after="240" w:line="240" w:lineRule="atLeast"/>
              <w:rPr>
                <w:rFonts w:ascii="Arial" w:hAnsi="Arial" w:cs="Arial"/>
                <w:noProof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8A75C" w14:textId="77777777" w:rsidR="000A44A3" w:rsidRPr="00061309" w:rsidRDefault="000A44A3" w:rsidP="00BA3429">
            <w:pPr>
              <w:spacing w:after="240" w:line="240" w:lineRule="atLeast"/>
              <w:rPr>
                <w:rFonts w:ascii="Arial" w:hAnsi="Arial" w:cs="Arial"/>
                <w:noProof/>
              </w:rPr>
            </w:pPr>
          </w:p>
        </w:tc>
      </w:tr>
      <w:tr w:rsidR="000A44A3" w:rsidRPr="00061309" w14:paraId="2CE64D51" w14:textId="77777777" w:rsidTr="00BA3429">
        <w:trPr>
          <w:cantSplit/>
          <w:trHeight w:val="374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5330B" w14:textId="77777777" w:rsidR="000A44A3" w:rsidRPr="00061309" w:rsidRDefault="000A44A3" w:rsidP="00BA3429">
            <w:pPr>
              <w:spacing w:after="240" w:line="240" w:lineRule="atLeast"/>
              <w:rPr>
                <w:rFonts w:ascii="Arial" w:hAnsi="Arial" w:cs="Arial"/>
                <w:noProof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4275B" w14:textId="77777777" w:rsidR="000A44A3" w:rsidRPr="00061309" w:rsidRDefault="000A44A3" w:rsidP="00BA3429">
            <w:pPr>
              <w:spacing w:after="240" w:line="240" w:lineRule="atLeast"/>
              <w:rPr>
                <w:rFonts w:ascii="Arial" w:hAnsi="Arial" w:cs="Arial"/>
                <w:noProof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6995D" w14:textId="77777777" w:rsidR="000A44A3" w:rsidRPr="00061309" w:rsidRDefault="000A44A3" w:rsidP="00BA3429">
            <w:pPr>
              <w:spacing w:after="240" w:line="240" w:lineRule="atLeast"/>
              <w:rPr>
                <w:rFonts w:ascii="Arial" w:hAnsi="Arial" w:cs="Arial"/>
                <w:noProof/>
              </w:rPr>
            </w:pPr>
          </w:p>
        </w:tc>
      </w:tr>
    </w:tbl>
    <w:p w14:paraId="01F5F7D7" w14:textId="77777777" w:rsidR="008F177B" w:rsidRPr="00932567" w:rsidRDefault="008F177B" w:rsidP="00010FBF">
      <w:pPr>
        <w:pStyle w:val="Cc"/>
        <w:numPr>
          <w:ilvl w:val="12"/>
          <w:numId w:val="0"/>
        </w:numPr>
        <w:spacing w:after="0"/>
        <w:ind w:right="-357"/>
        <w:jc w:val="both"/>
        <w:rPr>
          <w:rFonts w:ascii="Marianne Light" w:hAnsi="Marianne Light"/>
          <w:sz w:val="10"/>
          <w:szCs w:val="10"/>
        </w:rPr>
      </w:pPr>
    </w:p>
    <w:p w14:paraId="63A0441A" w14:textId="27A0E1FB" w:rsidR="008F177B" w:rsidRPr="006D62D0" w:rsidRDefault="008F177B" w:rsidP="008F177B">
      <w:pPr>
        <w:pStyle w:val="Titre1"/>
        <w:ind w:left="0"/>
        <w:rPr>
          <w:rFonts w:ascii="Marianne Light" w:hAnsi="Marianne Light"/>
          <w:spacing w:val="0"/>
          <w:kern w:val="0"/>
          <w:u w:val="single"/>
        </w:rPr>
      </w:pPr>
      <w:bookmarkStart w:id="0" w:name="_Toc130388662"/>
      <w:r w:rsidRPr="006D62D0">
        <w:rPr>
          <w:rFonts w:ascii="Marianne Light" w:hAnsi="Marianne Light"/>
          <w:spacing w:val="0"/>
          <w:kern w:val="0"/>
          <w:u w:val="single"/>
        </w:rPr>
        <w:t>ARTICLE</w:t>
      </w:r>
      <w:r w:rsidR="004E4778">
        <w:rPr>
          <w:rFonts w:ascii="Marianne Light" w:hAnsi="Marianne Light"/>
          <w:spacing w:val="0"/>
          <w:kern w:val="0"/>
          <w:u w:val="single"/>
        </w:rPr>
        <w:t xml:space="preserve"> </w:t>
      </w:r>
      <w:r w:rsidR="00EE1F56">
        <w:rPr>
          <w:rFonts w:ascii="Marianne Light" w:hAnsi="Marianne Light"/>
          <w:spacing w:val="0"/>
          <w:kern w:val="0"/>
          <w:u w:val="single"/>
        </w:rPr>
        <w:t>5</w:t>
      </w:r>
      <w:r w:rsidRPr="006D62D0">
        <w:rPr>
          <w:rFonts w:ascii="Marianne Light" w:hAnsi="Marianne Light"/>
          <w:spacing w:val="0"/>
          <w:kern w:val="0"/>
          <w:u w:val="single"/>
        </w:rPr>
        <w:t xml:space="preserve"> – SOUS-TRAITANCE</w:t>
      </w:r>
      <w:bookmarkEnd w:id="0"/>
    </w:p>
    <w:p w14:paraId="2AFDB4D4" w14:textId="77777777" w:rsidR="008F177B" w:rsidRPr="006D62D0" w:rsidRDefault="008F177B" w:rsidP="008F177B">
      <w:pPr>
        <w:pStyle w:val="Corpsdetexte"/>
        <w:spacing w:after="0" w:line="240" w:lineRule="auto"/>
        <w:ind w:left="839" w:right="-357"/>
      </w:pPr>
    </w:p>
    <w:p w14:paraId="16618C2A" w14:textId="77777777" w:rsidR="008F177B" w:rsidRPr="006D62D0" w:rsidRDefault="008F177B" w:rsidP="008F177B">
      <w:pPr>
        <w:ind w:left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- Le titulaire :</w:t>
      </w:r>
    </w:p>
    <w:p w14:paraId="374ADE42" w14:textId="77777777" w:rsidR="008F177B" w:rsidRPr="006D62D0" w:rsidRDefault="008F177B" w:rsidP="008F177B">
      <w:pPr>
        <w:ind w:left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sym w:font="Wingdings" w:char="F06F"/>
      </w:r>
      <w:r w:rsidRPr="006D62D0">
        <w:rPr>
          <w:rFonts w:ascii="Marianne Light" w:hAnsi="Marianne Light"/>
        </w:rPr>
        <w:t xml:space="preserve"> </w:t>
      </w:r>
      <w:proofErr w:type="gramStart"/>
      <w:r w:rsidRPr="006D62D0">
        <w:rPr>
          <w:rFonts w:ascii="Marianne Light" w:hAnsi="Marianne Light"/>
        </w:rPr>
        <w:t>n’envisage</w:t>
      </w:r>
      <w:proofErr w:type="gramEnd"/>
      <w:r w:rsidRPr="006D62D0">
        <w:rPr>
          <w:rFonts w:ascii="Marianne Light" w:hAnsi="Marianne Light"/>
        </w:rPr>
        <w:t xml:space="preserve"> pas de sous-traiter l’exécution de certaines prestations.</w:t>
      </w:r>
    </w:p>
    <w:p w14:paraId="4E3D49E4" w14:textId="77777777" w:rsidR="008F177B" w:rsidRPr="006D62D0" w:rsidRDefault="008F177B" w:rsidP="008F177B">
      <w:pPr>
        <w:ind w:left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sym w:font="Wingdings" w:char="F06F"/>
      </w:r>
      <w:r w:rsidRPr="006D62D0">
        <w:rPr>
          <w:rFonts w:ascii="Marianne Light" w:hAnsi="Marianne Light"/>
        </w:rPr>
        <w:t xml:space="preserve"> </w:t>
      </w:r>
      <w:proofErr w:type="gramStart"/>
      <w:r w:rsidRPr="006D62D0">
        <w:rPr>
          <w:rFonts w:ascii="Marianne Light" w:hAnsi="Marianne Light"/>
        </w:rPr>
        <w:t>envisage</w:t>
      </w:r>
      <w:proofErr w:type="gramEnd"/>
      <w:r w:rsidRPr="006D62D0">
        <w:rPr>
          <w:rFonts w:ascii="Marianne Light" w:hAnsi="Marianne Light"/>
        </w:rPr>
        <w:t xml:space="preserve"> de sous-traiter l'exécution de certaines prestations.</w:t>
      </w:r>
    </w:p>
    <w:p w14:paraId="20488759" w14:textId="77777777" w:rsidR="008F177B" w:rsidRPr="006D62D0" w:rsidRDefault="008F177B" w:rsidP="008F177B">
      <w:pPr>
        <w:ind w:left="0"/>
        <w:jc w:val="both"/>
        <w:rPr>
          <w:rFonts w:ascii="Marianne Light" w:hAnsi="Marianne Light"/>
        </w:rPr>
      </w:pPr>
    </w:p>
    <w:p w14:paraId="70566BF0" w14:textId="105740B9" w:rsidR="008F177B" w:rsidRPr="006D62D0" w:rsidRDefault="008F177B" w:rsidP="008F177B">
      <w:pPr>
        <w:ind w:left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Le titulaire annexe au présent acte d'engagement les actes spéciaux de chacun des sous-traitants. Chaque acte constitue une demande d'acceptation du sous-traitant concerné et d'agrément des conditions de paiement du contrat de sous-traitance, demande qui est réputée acceptée par la notification du contrat et qui prendra effet à la date de notification.</w:t>
      </w:r>
    </w:p>
    <w:p w14:paraId="2EB9B61B" w14:textId="77777777" w:rsidR="008F177B" w:rsidRPr="006D62D0" w:rsidRDefault="008F177B" w:rsidP="008F177B">
      <w:pPr>
        <w:ind w:left="0"/>
        <w:rPr>
          <w:rFonts w:ascii="Marianne Light" w:hAnsi="Marianne Light"/>
        </w:rPr>
      </w:pPr>
    </w:p>
    <w:p w14:paraId="5592D0C5" w14:textId="6C838C5E" w:rsidR="000A44A3" w:rsidRDefault="000A44A3" w:rsidP="000A44A3">
      <w:pPr>
        <w:ind w:left="0"/>
        <w:rPr>
          <w:rFonts w:ascii="Marianne Light" w:hAnsi="Marianne Light"/>
        </w:rPr>
      </w:pPr>
      <w:r w:rsidRPr="006D62D0">
        <w:rPr>
          <w:rFonts w:ascii="Marianne Light" w:hAnsi="Marianne Light"/>
        </w:rPr>
        <w:t xml:space="preserve">Cas d’une entreprise unique : </w:t>
      </w:r>
    </w:p>
    <w:p w14:paraId="7C5FF732" w14:textId="77777777" w:rsidR="000A44A3" w:rsidRPr="006D62D0" w:rsidRDefault="000A44A3" w:rsidP="000A44A3">
      <w:pPr>
        <w:ind w:left="0"/>
        <w:rPr>
          <w:rFonts w:ascii="Marianne Light" w:hAnsi="Marianne Light"/>
        </w:rPr>
      </w:pPr>
    </w:p>
    <w:tbl>
      <w:tblPr>
        <w:tblW w:w="9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3"/>
        <w:gridCol w:w="3007"/>
        <w:gridCol w:w="3311"/>
      </w:tblGrid>
      <w:tr w:rsidR="000A44A3" w:rsidRPr="006D62D0" w14:paraId="32DDECC3" w14:textId="77777777" w:rsidTr="00BA3429">
        <w:tc>
          <w:tcPr>
            <w:tcW w:w="3043" w:type="dxa"/>
            <w:shd w:val="clear" w:color="auto" w:fill="auto"/>
          </w:tcPr>
          <w:p w14:paraId="089B2D02" w14:textId="77777777" w:rsidR="000A44A3" w:rsidRPr="006D62D0" w:rsidRDefault="000A44A3" w:rsidP="00BA3429">
            <w:pPr>
              <w:ind w:left="0"/>
              <w:rPr>
                <w:rFonts w:ascii="Marianne Light" w:hAnsi="Marianne Light"/>
              </w:rPr>
            </w:pPr>
            <w:r w:rsidRPr="006D62D0">
              <w:rPr>
                <w:rFonts w:ascii="Marianne Light" w:hAnsi="Marianne Light"/>
              </w:rPr>
              <w:t>Nature de la prestation</w:t>
            </w:r>
          </w:p>
        </w:tc>
        <w:tc>
          <w:tcPr>
            <w:tcW w:w="3007" w:type="dxa"/>
            <w:shd w:val="clear" w:color="auto" w:fill="auto"/>
          </w:tcPr>
          <w:p w14:paraId="441A524F" w14:textId="77777777" w:rsidR="000A44A3" w:rsidRPr="006D62D0" w:rsidRDefault="000A44A3" w:rsidP="00BA3429">
            <w:pPr>
              <w:ind w:left="0"/>
              <w:rPr>
                <w:rFonts w:ascii="Marianne Light" w:hAnsi="Marianne Light"/>
              </w:rPr>
            </w:pPr>
            <w:r w:rsidRPr="006D62D0">
              <w:rPr>
                <w:rFonts w:ascii="Marianne Light" w:hAnsi="Marianne Light"/>
              </w:rPr>
              <w:t>Nom du sous-traitant</w:t>
            </w:r>
          </w:p>
        </w:tc>
        <w:tc>
          <w:tcPr>
            <w:tcW w:w="3311" w:type="dxa"/>
            <w:shd w:val="clear" w:color="auto" w:fill="auto"/>
          </w:tcPr>
          <w:p w14:paraId="40D47D76" w14:textId="77777777" w:rsidR="000A44A3" w:rsidRPr="006D62D0" w:rsidRDefault="000A44A3" w:rsidP="00BA3429">
            <w:pPr>
              <w:ind w:left="0"/>
              <w:rPr>
                <w:rFonts w:ascii="Marianne Light" w:hAnsi="Marianne Light"/>
              </w:rPr>
            </w:pPr>
            <w:r w:rsidRPr="006D62D0">
              <w:rPr>
                <w:rFonts w:ascii="Marianne Light" w:hAnsi="Marianne Light"/>
              </w:rPr>
              <w:t>Montant de la prestation HT</w:t>
            </w:r>
          </w:p>
        </w:tc>
      </w:tr>
      <w:tr w:rsidR="000A44A3" w:rsidRPr="006D62D0" w14:paraId="476EF01D" w14:textId="77777777" w:rsidTr="00BA3429">
        <w:trPr>
          <w:trHeight w:val="829"/>
        </w:trPr>
        <w:tc>
          <w:tcPr>
            <w:tcW w:w="3043" w:type="dxa"/>
            <w:shd w:val="clear" w:color="auto" w:fill="auto"/>
          </w:tcPr>
          <w:p w14:paraId="06D0C6F7" w14:textId="77777777" w:rsidR="000A44A3" w:rsidRPr="006D62D0" w:rsidRDefault="000A44A3" w:rsidP="00BA3429">
            <w:pPr>
              <w:ind w:left="0"/>
              <w:rPr>
                <w:rFonts w:ascii="Marianne Light" w:hAnsi="Marianne Light"/>
              </w:rPr>
            </w:pPr>
          </w:p>
        </w:tc>
        <w:tc>
          <w:tcPr>
            <w:tcW w:w="3007" w:type="dxa"/>
            <w:shd w:val="clear" w:color="auto" w:fill="auto"/>
          </w:tcPr>
          <w:p w14:paraId="126DA835" w14:textId="77777777" w:rsidR="000A44A3" w:rsidRPr="006D62D0" w:rsidRDefault="000A44A3" w:rsidP="00BA3429">
            <w:pPr>
              <w:ind w:left="0"/>
              <w:rPr>
                <w:rFonts w:ascii="Marianne Light" w:hAnsi="Marianne Light"/>
              </w:rPr>
            </w:pPr>
          </w:p>
        </w:tc>
        <w:tc>
          <w:tcPr>
            <w:tcW w:w="3311" w:type="dxa"/>
            <w:shd w:val="clear" w:color="auto" w:fill="auto"/>
          </w:tcPr>
          <w:p w14:paraId="13DAAEC1" w14:textId="77777777" w:rsidR="000A44A3" w:rsidRPr="006D62D0" w:rsidRDefault="000A44A3" w:rsidP="00BA3429">
            <w:pPr>
              <w:ind w:left="0"/>
              <w:rPr>
                <w:rFonts w:ascii="Marianne Light" w:hAnsi="Marianne Light"/>
              </w:rPr>
            </w:pPr>
          </w:p>
        </w:tc>
      </w:tr>
    </w:tbl>
    <w:p w14:paraId="05FE65C0" w14:textId="77777777" w:rsidR="000A44A3" w:rsidRDefault="000A44A3" w:rsidP="000A44A3">
      <w:pPr>
        <w:ind w:left="0"/>
        <w:rPr>
          <w:rFonts w:ascii="Marianne Light" w:hAnsi="Marianne Light"/>
        </w:rPr>
      </w:pPr>
    </w:p>
    <w:p w14:paraId="0B9228BB" w14:textId="77777777" w:rsidR="000A44A3" w:rsidRPr="006D62D0" w:rsidRDefault="000A44A3" w:rsidP="000A44A3">
      <w:pPr>
        <w:ind w:left="0"/>
        <w:rPr>
          <w:rFonts w:ascii="Marianne Light" w:hAnsi="Marianne Light"/>
        </w:rPr>
      </w:pPr>
      <w:r w:rsidRPr="006D62D0">
        <w:rPr>
          <w:rFonts w:ascii="Marianne Light" w:hAnsi="Marianne Light"/>
        </w:rPr>
        <w:t>Cas d’un groupement :</w:t>
      </w:r>
    </w:p>
    <w:p w14:paraId="01314755" w14:textId="77777777" w:rsidR="000A44A3" w:rsidRPr="006D62D0" w:rsidRDefault="000A44A3" w:rsidP="000A44A3">
      <w:pPr>
        <w:ind w:left="0"/>
        <w:rPr>
          <w:rFonts w:ascii="Marianne Light" w:hAnsi="Marianne Light"/>
        </w:rPr>
      </w:pP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3"/>
        <w:gridCol w:w="3007"/>
        <w:gridCol w:w="3453"/>
      </w:tblGrid>
      <w:tr w:rsidR="000A44A3" w:rsidRPr="006D62D0" w14:paraId="31D636C9" w14:textId="77777777" w:rsidTr="00BA3429">
        <w:tc>
          <w:tcPr>
            <w:tcW w:w="3043" w:type="dxa"/>
            <w:shd w:val="clear" w:color="auto" w:fill="auto"/>
          </w:tcPr>
          <w:p w14:paraId="5A8A4099" w14:textId="77777777" w:rsidR="000A44A3" w:rsidRPr="006D62D0" w:rsidRDefault="000A44A3" w:rsidP="00BA3429">
            <w:pPr>
              <w:ind w:left="0"/>
              <w:rPr>
                <w:rFonts w:ascii="Marianne Light" w:hAnsi="Marianne Light"/>
              </w:rPr>
            </w:pPr>
            <w:r w:rsidRPr="006D62D0">
              <w:rPr>
                <w:rFonts w:ascii="Marianne Light" w:hAnsi="Marianne Light"/>
              </w:rPr>
              <w:t>Nature de la prestation et cotraitant concerné</w:t>
            </w:r>
          </w:p>
        </w:tc>
        <w:tc>
          <w:tcPr>
            <w:tcW w:w="3007" w:type="dxa"/>
            <w:shd w:val="clear" w:color="auto" w:fill="auto"/>
          </w:tcPr>
          <w:p w14:paraId="04DD1AAF" w14:textId="77777777" w:rsidR="000A44A3" w:rsidRPr="006D62D0" w:rsidRDefault="000A44A3" w:rsidP="00BA3429">
            <w:pPr>
              <w:ind w:left="0"/>
              <w:rPr>
                <w:rFonts w:ascii="Marianne Light" w:hAnsi="Marianne Light"/>
              </w:rPr>
            </w:pPr>
            <w:r w:rsidRPr="006D62D0">
              <w:rPr>
                <w:rFonts w:ascii="Marianne Light" w:hAnsi="Marianne Light"/>
              </w:rPr>
              <w:t>Nom du sous-traitant</w:t>
            </w:r>
          </w:p>
        </w:tc>
        <w:tc>
          <w:tcPr>
            <w:tcW w:w="3453" w:type="dxa"/>
            <w:shd w:val="clear" w:color="auto" w:fill="auto"/>
          </w:tcPr>
          <w:p w14:paraId="31555622" w14:textId="77777777" w:rsidR="000A44A3" w:rsidRPr="006D62D0" w:rsidRDefault="000A44A3" w:rsidP="00BA3429">
            <w:pPr>
              <w:ind w:left="0"/>
              <w:rPr>
                <w:rFonts w:ascii="Marianne Light" w:hAnsi="Marianne Light"/>
              </w:rPr>
            </w:pPr>
            <w:r w:rsidRPr="006D62D0">
              <w:rPr>
                <w:rFonts w:ascii="Marianne Light" w:hAnsi="Marianne Light"/>
              </w:rPr>
              <w:t>Montant de la prestation HT</w:t>
            </w:r>
          </w:p>
        </w:tc>
      </w:tr>
      <w:tr w:rsidR="000A44A3" w:rsidRPr="006D62D0" w14:paraId="6F89199F" w14:textId="77777777" w:rsidTr="00BA3429">
        <w:trPr>
          <w:trHeight w:val="1145"/>
        </w:trPr>
        <w:tc>
          <w:tcPr>
            <w:tcW w:w="3043" w:type="dxa"/>
            <w:shd w:val="clear" w:color="auto" w:fill="auto"/>
          </w:tcPr>
          <w:p w14:paraId="02008E19" w14:textId="77777777" w:rsidR="000A44A3" w:rsidRPr="006D62D0" w:rsidRDefault="000A44A3" w:rsidP="00BA3429">
            <w:pPr>
              <w:ind w:left="0"/>
              <w:rPr>
                <w:rFonts w:ascii="Marianne Light" w:hAnsi="Marianne Light"/>
              </w:rPr>
            </w:pPr>
            <w:r w:rsidRPr="006D62D0">
              <w:rPr>
                <w:rFonts w:ascii="Marianne Light" w:hAnsi="Marianne Light"/>
              </w:rPr>
              <w:t>1er cotraitant</w:t>
            </w:r>
          </w:p>
          <w:p w14:paraId="6A57F6B9" w14:textId="77777777" w:rsidR="000A44A3" w:rsidRPr="009B0A42" w:rsidRDefault="000A44A3" w:rsidP="00BA3429">
            <w:pPr>
              <w:ind w:left="0"/>
              <w:rPr>
                <w:rFonts w:ascii="Marianne Light" w:hAnsi="Marianne Light"/>
                <w:sz w:val="10"/>
                <w:szCs w:val="10"/>
              </w:rPr>
            </w:pPr>
          </w:p>
          <w:p w14:paraId="4BA10667" w14:textId="77777777" w:rsidR="000A44A3" w:rsidRPr="006D62D0" w:rsidRDefault="000A44A3" w:rsidP="00BA3429">
            <w:pPr>
              <w:ind w:left="0"/>
              <w:rPr>
                <w:rFonts w:ascii="Marianne Light" w:hAnsi="Marianne Light"/>
              </w:rPr>
            </w:pPr>
            <w:r w:rsidRPr="006D62D0">
              <w:rPr>
                <w:rFonts w:ascii="Marianne Light" w:hAnsi="Marianne Light"/>
              </w:rPr>
              <w:t>2ème cotraitant</w:t>
            </w:r>
          </w:p>
          <w:p w14:paraId="7B7F7D2C" w14:textId="77777777" w:rsidR="000A44A3" w:rsidRPr="009B0A42" w:rsidRDefault="000A44A3" w:rsidP="00BA3429">
            <w:pPr>
              <w:ind w:left="0"/>
              <w:rPr>
                <w:rFonts w:ascii="Marianne Light" w:hAnsi="Marianne Light"/>
                <w:sz w:val="10"/>
                <w:szCs w:val="10"/>
              </w:rPr>
            </w:pPr>
          </w:p>
          <w:p w14:paraId="64F2066E" w14:textId="77777777" w:rsidR="000A44A3" w:rsidRPr="006D62D0" w:rsidRDefault="000A44A3" w:rsidP="00BA3429">
            <w:pPr>
              <w:ind w:left="0"/>
              <w:rPr>
                <w:rFonts w:ascii="Marianne Light" w:hAnsi="Marianne Light"/>
              </w:rPr>
            </w:pPr>
            <w:r w:rsidRPr="006D62D0">
              <w:rPr>
                <w:rFonts w:ascii="Marianne Light" w:hAnsi="Marianne Light"/>
              </w:rPr>
              <w:t>3ème cotraitant</w:t>
            </w:r>
          </w:p>
        </w:tc>
        <w:tc>
          <w:tcPr>
            <w:tcW w:w="3007" w:type="dxa"/>
            <w:shd w:val="clear" w:color="auto" w:fill="auto"/>
          </w:tcPr>
          <w:p w14:paraId="33ED9722" w14:textId="77777777" w:rsidR="000A44A3" w:rsidRPr="006D62D0" w:rsidRDefault="000A44A3" w:rsidP="00BA3429">
            <w:pPr>
              <w:ind w:left="0"/>
              <w:rPr>
                <w:rFonts w:ascii="Marianne Light" w:hAnsi="Marianne Light"/>
              </w:rPr>
            </w:pPr>
          </w:p>
        </w:tc>
        <w:tc>
          <w:tcPr>
            <w:tcW w:w="3453" w:type="dxa"/>
            <w:shd w:val="clear" w:color="auto" w:fill="auto"/>
          </w:tcPr>
          <w:p w14:paraId="3CCBBFC7" w14:textId="77777777" w:rsidR="000A44A3" w:rsidRPr="006D62D0" w:rsidRDefault="000A44A3" w:rsidP="00BA3429">
            <w:pPr>
              <w:ind w:left="0"/>
              <w:rPr>
                <w:rFonts w:ascii="Marianne Light" w:hAnsi="Marianne Light"/>
              </w:rPr>
            </w:pPr>
          </w:p>
        </w:tc>
      </w:tr>
    </w:tbl>
    <w:p w14:paraId="772130C9" w14:textId="77777777" w:rsidR="000A44A3" w:rsidRDefault="000A44A3" w:rsidP="00941C83">
      <w:pPr>
        <w:pStyle w:val="Cc"/>
        <w:spacing w:after="0"/>
        <w:ind w:left="0" w:right="-357" w:firstLine="0"/>
        <w:jc w:val="both"/>
        <w:rPr>
          <w:rFonts w:ascii="Marianne Light" w:hAnsi="Marianne Light"/>
          <w:b/>
          <w:u w:val="single"/>
        </w:rPr>
      </w:pPr>
    </w:p>
    <w:p w14:paraId="35C6BB58" w14:textId="11BF68B9" w:rsidR="00941C83" w:rsidRPr="006D62D0" w:rsidRDefault="00941C83" w:rsidP="00941C83">
      <w:pPr>
        <w:pStyle w:val="Cc"/>
        <w:spacing w:after="0"/>
        <w:ind w:left="0" w:right="-357" w:firstLine="0"/>
        <w:jc w:val="both"/>
        <w:rPr>
          <w:rFonts w:ascii="Marianne Light" w:hAnsi="Marianne Light"/>
          <w:b/>
          <w:u w:val="single"/>
        </w:rPr>
      </w:pPr>
      <w:r w:rsidRPr="006D62D0">
        <w:rPr>
          <w:rFonts w:ascii="Marianne Light" w:hAnsi="Marianne Light"/>
          <w:b/>
          <w:u w:val="single"/>
        </w:rPr>
        <w:t xml:space="preserve">ARTICLE </w:t>
      </w:r>
      <w:r w:rsidR="00EE1F56">
        <w:rPr>
          <w:rFonts w:ascii="Marianne Light" w:hAnsi="Marianne Light"/>
          <w:b/>
          <w:u w:val="single"/>
        </w:rPr>
        <w:t>6</w:t>
      </w:r>
      <w:r w:rsidRPr="006D62D0">
        <w:rPr>
          <w:rFonts w:ascii="Marianne Light" w:hAnsi="Marianne Light"/>
          <w:b/>
          <w:u w:val="single"/>
        </w:rPr>
        <w:t xml:space="preserve"> – COMPTE A CREDITER</w:t>
      </w:r>
    </w:p>
    <w:p w14:paraId="2C0D54A4" w14:textId="33AB5973" w:rsidR="005F5FEA" w:rsidRPr="006D62D0" w:rsidRDefault="005F5FEA" w:rsidP="00941C83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1457A414" w14:textId="77777777" w:rsidR="000A44A3" w:rsidRPr="006D62D0" w:rsidRDefault="000A44A3" w:rsidP="000A44A3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TITULAIRE UNIQUE OU MANDATAIRE DU GROUPEMENT le cas échéant</w:t>
      </w:r>
    </w:p>
    <w:p w14:paraId="013E5043" w14:textId="77777777" w:rsidR="000A44A3" w:rsidRPr="006D62D0" w:rsidRDefault="000A44A3" w:rsidP="000A44A3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4E99C845" w14:textId="77777777" w:rsidR="000A44A3" w:rsidRPr="006D62D0" w:rsidRDefault="000A44A3" w:rsidP="000A44A3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Nom de l’établissement bancaire : ……………………………………………………………………………</w:t>
      </w:r>
    </w:p>
    <w:p w14:paraId="7CA4E62A" w14:textId="77777777" w:rsidR="000A44A3" w:rsidRPr="006D62D0" w:rsidRDefault="000A44A3" w:rsidP="000A44A3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5D1EE286" w14:textId="77777777" w:rsidR="000A44A3" w:rsidRPr="006D62D0" w:rsidRDefault="000A44A3" w:rsidP="000A44A3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N° du compte : …………………………………………………………………</w:t>
      </w:r>
    </w:p>
    <w:p w14:paraId="04E525E5" w14:textId="77777777" w:rsidR="000A44A3" w:rsidRPr="006D62D0" w:rsidRDefault="000A44A3" w:rsidP="000A44A3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65EB754A" w14:textId="77777777" w:rsidR="000A44A3" w:rsidRDefault="000A44A3" w:rsidP="000A44A3">
      <w:pPr>
        <w:pStyle w:val="Cc"/>
        <w:spacing w:after="0"/>
        <w:ind w:left="0" w:right="-357" w:firstLine="0"/>
        <w:jc w:val="both"/>
        <w:rPr>
          <w:rFonts w:ascii="Marianne Light" w:hAnsi="Marianne Light"/>
          <w:b/>
        </w:rPr>
      </w:pPr>
      <w:r w:rsidRPr="006D62D0">
        <w:rPr>
          <w:rFonts w:ascii="Marianne Light" w:hAnsi="Marianne Light"/>
          <w:b/>
        </w:rPr>
        <w:t xml:space="preserve">JOINDRE UN RIB    </w:t>
      </w:r>
    </w:p>
    <w:p w14:paraId="14FF9371" w14:textId="77777777" w:rsidR="000A44A3" w:rsidRDefault="000A44A3" w:rsidP="000A44A3">
      <w:pPr>
        <w:pStyle w:val="Cc"/>
        <w:spacing w:after="0"/>
        <w:ind w:left="0" w:right="-357" w:firstLine="0"/>
        <w:jc w:val="both"/>
        <w:rPr>
          <w:rFonts w:ascii="Marianne Light" w:hAnsi="Marianne Light"/>
          <w:b/>
        </w:rPr>
      </w:pPr>
    </w:p>
    <w:p w14:paraId="2BC81DAF" w14:textId="77777777" w:rsidR="000A44A3" w:rsidRPr="006D62D0" w:rsidRDefault="000A44A3" w:rsidP="000A44A3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 xml:space="preserve"> 2</w:t>
      </w:r>
      <w:proofErr w:type="gramStart"/>
      <w:r w:rsidRPr="006D62D0">
        <w:rPr>
          <w:rFonts w:ascii="Marianne Light" w:hAnsi="Marianne Light"/>
          <w:vertAlign w:val="superscript"/>
        </w:rPr>
        <w:t>ème</w:t>
      </w:r>
      <w:r w:rsidRPr="006D62D0">
        <w:rPr>
          <w:rFonts w:ascii="Marianne Light" w:hAnsi="Marianne Light"/>
        </w:rPr>
        <w:t xml:space="preserve">  COCONTRACTANT</w:t>
      </w:r>
      <w:proofErr w:type="gramEnd"/>
    </w:p>
    <w:p w14:paraId="37278EED" w14:textId="77777777" w:rsidR="000A44A3" w:rsidRPr="006D62D0" w:rsidRDefault="000A44A3" w:rsidP="000A44A3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03A2F776" w14:textId="77777777" w:rsidR="000A44A3" w:rsidRPr="006D62D0" w:rsidRDefault="000A44A3" w:rsidP="000A44A3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Nom de l’établissement bancaire : ……………………………………………………………………………</w:t>
      </w:r>
    </w:p>
    <w:p w14:paraId="1DFC29C9" w14:textId="77777777" w:rsidR="000A44A3" w:rsidRPr="006D62D0" w:rsidRDefault="000A44A3" w:rsidP="000A44A3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6DDBB52C" w14:textId="77777777" w:rsidR="000A44A3" w:rsidRPr="006D62D0" w:rsidRDefault="000A44A3" w:rsidP="000A44A3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N° du compte : …………………………………………………………………</w:t>
      </w:r>
    </w:p>
    <w:p w14:paraId="20C238D2" w14:textId="77777777" w:rsidR="000A44A3" w:rsidRPr="006D62D0" w:rsidRDefault="000A44A3" w:rsidP="000A44A3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560A900D" w14:textId="77777777" w:rsidR="000A44A3" w:rsidRPr="006D62D0" w:rsidRDefault="000A44A3" w:rsidP="000A44A3">
      <w:pPr>
        <w:pStyle w:val="Cc"/>
        <w:spacing w:after="0"/>
        <w:ind w:left="0" w:right="-357" w:firstLine="0"/>
        <w:jc w:val="both"/>
        <w:rPr>
          <w:rFonts w:ascii="Marianne Light" w:hAnsi="Marianne Light"/>
          <w:b/>
        </w:rPr>
      </w:pPr>
      <w:r w:rsidRPr="006D62D0">
        <w:rPr>
          <w:rFonts w:ascii="Marianne Light" w:hAnsi="Marianne Light"/>
          <w:b/>
        </w:rPr>
        <w:t xml:space="preserve">JOINDRE UN RIB    </w:t>
      </w:r>
    </w:p>
    <w:p w14:paraId="6E4532AA" w14:textId="77777777" w:rsidR="000A44A3" w:rsidRPr="006D62D0" w:rsidRDefault="000A44A3" w:rsidP="000A44A3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6FB58BD5" w14:textId="77777777" w:rsidR="000A44A3" w:rsidRPr="006D62D0" w:rsidRDefault="000A44A3" w:rsidP="000A44A3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3</w:t>
      </w:r>
      <w:proofErr w:type="gramStart"/>
      <w:r w:rsidRPr="006D62D0">
        <w:rPr>
          <w:rFonts w:ascii="Marianne Light" w:hAnsi="Marianne Light"/>
          <w:vertAlign w:val="superscript"/>
        </w:rPr>
        <w:t>ème</w:t>
      </w:r>
      <w:r w:rsidRPr="006D62D0">
        <w:rPr>
          <w:rFonts w:ascii="Marianne Light" w:hAnsi="Marianne Light"/>
        </w:rPr>
        <w:t xml:space="preserve">  COCONTRACTANT</w:t>
      </w:r>
      <w:proofErr w:type="gramEnd"/>
    </w:p>
    <w:p w14:paraId="22C24FC2" w14:textId="77777777" w:rsidR="000A44A3" w:rsidRPr="006D62D0" w:rsidRDefault="000A44A3" w:rsidP="000A44A3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137A962D" w14:textId="77777777" w:rsidR="000A44A3" w:rsidRPr="006D62D0" w:rsidRDefault="000A44A3" w:rsidP="000A44A3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Nom de l’établissement bancaire : ……………………………………………………………………………</w:t>
      </w:r>
    </w:p>
    <w:p w14:paraId="60E007E0" w14:textId="77777777" w:rsidR="000A44A3" w:rsidRPr="006D62D0" w:rsidRDefault="000A44A3" w:rsidP="000A44A3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0D9AF9D0" w14:textId="77777777" w:rsidR="000A44A3" w:rsidRPr="006D62D0" w:rsidRDefault="000A44A3" w:rsidP="000A44A3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lastRenderedPageBreak/>
        <w:t>N° du compte : …………………………………………………………………</w:t>
      </w:r>
    </w:p>
    <w:p w14:paraId="0D6E6773" w14:textId="77777777" w:rsidR="000A44A3" w:rsidRPr="006D62D0" w:rsidRDefault="000A44A3" w:rsidP="000A44A3">
      <w:pPr>
        <w:pStyle w:val="Cc"/>
        <w:spacing w:after="0"/>
        <w:ind w:left="0" w:right="-357" w:firstLine="0"/>
        <w:jc w:val="both"/>
        <w:rPr>
          <w:rFonts w:ascii="Marianne Light" w:hAnsi="Marianne Light"/>
        </w:rPr>
      </w:pPr>
    </w:p>
    <w:p w14:paraId="5F8353CF" w14:textId="481F44EF" w:rsidR="000A44A3" w:rsidRDefault="000A44A3" w:rsidP="000A44A3">
      <w:pPr>
        <w:pStyle w:val="Cc"/>
        <w:spacing w:after="0"/>
        <w:ind w:left="0" w:right="-357" w:firstLine="0"/>
        <w:jc w:val="both"/>
        <w:rPr>
          <w:rFonts w:ascii="Marianne Light" w:hAnsi="Marianne Light"/>
          <w:b/>
        </w:rPr>
      </w:pPr>
      <w:r w:rsidRPr="006D62D0">
        <w:rPr>
          <w:rFonts w:ascii="Marianne Light" w:hAnsi="Marianne Light"/>
          <w:b/>
        </w:rPr>
        <w:t xml:space="preserve">JOINDRE UN RIB    </w:t>
      </w:r>
    </w:p>
    <w:p w14:paraId="72A453B9" w14:textId="1A06779D" w:rsidR="002C1DCC" w:rsidRDefault="002C1DCC" w:rsidP="000A44A3">
      <w:pPr>
        <w:pStyle w:val="Cc"/>
        <w:spacing w:after="0"/>
        <w:ind w:left="0" w:right="-357" w:firstLine="0"/>
        <w:jc w:val="both"/>
        <w:rPr>
          <w:rFonts w:ascii="Marianne Light" w:hAnsi="Marianne Light"/>
          <w:b/>
        </w:rPr>
      </w:pPr>
    </w:p>
    <w:p w14:paraId="40AC407F" w14:textId="77777777" w:rsidR="002C1DCC" w:rsidRPr="002C1DCC" w:rsidRDefault="002C1DCC" w:rsidP="002C1DCC">
      <w:pPr>
        <w:pStyle w:val="Cc"/>
        <w:spacing w:after="0"/>
        <w:ind w:left="0" w:right="-357" w:firstLine="0"/>
        <w:jc w:val="both"/>
        <w:rPr>
          <w:rFonts w:ascii="Marianne Light" w:hAnsi="Marianne Light"/>
          <w:b/>
          <w:u w:val="single"/>
        </w:rPr>
      </w:pPr>
      <w:r w:rsidRPr="002C1DCC">
        <w:rPr>
          <w:rFonts w:ascii="Marianne Light" w:hAnsi="Marianne Light"/>
          <w:b/>
          <w:u w:val="single"/>
        </w:rPr>
        <w:t>ARTICLE 7 – AVANCE</w:t>
      </w:r>
    </w:p>
    <w:p w14:paraId="2B333130" w14:textId="77777777" w:rsidR="002C1DCC" w:rsidRDefault="002C1DCC" w:rsidP="002C1DCC">
      <w:pPr>
        <w:pStyle w:val="Cc"/>
        <w:spacing w:after="0"/>
        <w:ind w:left="0" w:right="-357" w:firstLine="0"/>
        <w:jc w:val="both"/>
        <w:rPr>
          <w:rFonts w:ascii="Marianne Light" w:hAnsi="Marianne Light"/>
          <w:b/>
        </w:rPr>
      </w:pPr>
    </w:p>
    <w:p w14:paraId="658969B4" w14:textId="399599F4" w:rsidR="002C1DCC" w:rsidRDefault="002C1DCC" w:rsidP="002C1DCC">
      <w:pPr>
        <w:pStyle w:val="05ARTICLENiv1-Texte"/>
        <w:tabs>
          <w:tab w:val="left" w:pos="3686"/>
        </w:tabs>
        <w:spacing w:after="0"/>
        <w:rPr>
          <w:rFonts w:ascii="Marianne Light" w:hAnsi="Marianne Light"/>
          <w:noProof w:val="0"/>
        </w:rPr>
      </w:pPr>
      <w:r>
        <w:rPr>
          <w:rFonts w:ascii="Marianne Light" w:hAnsi="Marianne Light"/>
          <w:noProof w:val="0"/>
        </w:rPr>
        <w:t xml:space="preserve">Le titulaire ou mandataire du groupement conjoint, </w:t>
      </w:r>
    </w:p>
    <w:p w14:paraId="63A90F9B" w14:textId="77777777" w:rsidR="002C1DCC" w:rsidRDefault="002C1DCC" w:rsidP="002C1DCC">
      <w:pPr>
        <w:pStyle w:val="05ARTICLENiv1-Texte"/>
        <w:tabs>
          <w:tab w:val="left" w:pos="3686"/>
        </w:tabs>
        <w:spacing w:after="0"/>
        <w:rPr>
          <w:rFonts w:ascii="Marianne Light" w:hAnsi="Marianne Light"/>
          <w:noProof w:val="0"/>
        </w:rPr>
      </w:pPr>
      <w:r>
        <w:rPr>
          <w:rFonts w:ascii="Marianne Light" w:hAnsi="Marianne Light"/>
          <w:noProof w:val="0"/>
        </w:rPr>
        <w:tab/>
      </w:r>
      <w:r>
        <w:rPr>
          <w:rFonts w:ascii="Marianne Light" w:hAnsi="Marianne Light"/>
          <w:noProof w:val="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Marianne Light" w:hAnsi="Marianne Light"/>
          <w:noProof w:val="0"/>
        </w:rPr>
        <w:instrText xml:space="preserve"> FORMCHECKBOX </w:instrText>
      </w:r>
      <w:r w:rsidR="003C7DC8">
        <w:rPr>
          <w:rFonts w:ascii="Marianne Light" w:hAnsi="Marianne Light"/>
          <w:noProof w:val="0"/>
        </w:rPr>
      </w:r>
      <w:r w:rsidR="003C7DC8">
        <w:rPr>
          <w:rFonts w:ascii="Marianne Light" w:hAnsi="Marianne Light"/>
          <w:noProof w:val="0"/>
        </w:rPr>
        <w:fldChar w:fldCharType="separate"/>
      </w:r>
      <w:r>
        <w:rPr>
          <w:rFonts w:ascii="Marianne Light" w:hAnsi="Marianne Light"/>
          <w:noProof w:val="0"/>
        </w:rPr>
        <w:fldChar w:fldCharType="end"/>
      </w:r>
      <w:r>
        <w:rPr>
          <w:rFonts w:ascii="Marianne Light" w:hAnsi="Marianne Light"/>
          <w:noProof w:val="0"/>
        </w:rPr>
        <w:t xml:space="preserve"> </w:t>
      </w:r>
      <w:proofErr w:type="gramStart"/>
      <w:r>
        <w:rPr>
          <w:rFonts w:ascii="Marianne Light" w:hAnsi="Marianne Light"/>
          <w:noProof w:val="0"/>
        </w:rPr>
        <w:t>accepte</w:t>
      </w:r>
      <w:proofErr w:type="gramEnd"/>
      <w:r>
        <w:rPr>
          <w:rFonts w:ascii="Marianne Light" w:hAnsi="Marianne Light"/>
          <w:noProof w:val="0"/>
        </w:rPr>
        <w:t xml:space="preserve"> de percevoir l'avance</w:t>
      </w:r>
    </w:p>
    <w:p w14:paraId="67C898C1" w14:textId="77777777" w:rsidR="002C1DCC" w:rsidRDefault="002C1DCC" w:rsidP="002C1DCC">
      <w:pPr>
        <w:tabs>
          <w:tab w:val="left" w:pos="3686"/>
        </w:tabs>
        <w:spacing w:after="240"/>
        <w:ind w:left="540" w:right="-29"/>
        <w:rPr>
          <w:rFonts w:ascii="Marianne Light" w:hAnsi="Marianne Light"/>
        </w:rPr>
      </w:pPr>
      <w:r>
        <w:rPr>
          <w:rFonts w:ascii="Marianne Light" w:hAnsi="Marianne Light"/>
        </w:rPr>
        <w:tab/>
      </w:r>
      <w:r>
        <w:rPr>
          <w:rFonts w:ascii="Marianne Light" w:hAnsi="Marianne Light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Marianne Light" w:hAnsi="Marianne Light"/>
        </w:rPr>
        <w:instrText xml:space="preserve"> FORMCHECKBOX </w:instrText>
      </w:r>
      <w:r w:rsidR="003C7DC8">
        <w:rPr>
          <w:rFonts w:ascii="Marianne Light" w:hAnsi="Marianne Light"/>
        </w:rPr>
      </w:r>
      <w:r w:rsidR="003C7DC8">
        <w:rPr>
          <w:rFonts w:ascii="Marianne Light" w:hAnsi="Marianne Light"/>
        </w:rPr>
        <w:fldChar w:fldCharType="separate"/>
      </w:r>
      <w:r>
        <w:rPr>
          <w:rFonts w:ascii="Marianne Light" w:hAnsi="Marianne Light"/>
        </w:rPr>
        <w:fldChar w:fldCharType="end"/>
      </w:r>
      <w:r>
        <w:rPr>
          <w:rFonts w:ascii="Marianne Light" w:hAnsi="Marianne Light"/>
        </w:rPr>
        <w:t xml:space="preserve"> </w:t>
      </w:r>
      <w:proofErr w:type="gramStart"/>
      <w:r>
        <w:rPr>
          <w:rFonts w:ascii="Marianne Light" w:hAnsi="Marianne Light"/>
        </w:rPr>
        <w:t>refuse</w:t>
      </w:r>
      <w:proofErr w:type="gramEnd"/>
      <w:r>
        <w:rPr>
          <w:rFonts w:ascii="Marianne Light" w:hAnsi="Marianne Light"/>
        </w:rPr>
        <w:t xml:space="preserve"> de percevoir l'avance</w:t>
      </w:r>
    </w:p>
    <w:p w14:paraId="15991016" w14:textId="77777777" w:rsidR="002C1DCC" w:rsidRDefault="002C1DCC" w:rsidP="002C1DCC">
      <w:pPr>
        <w:tabs>
          <w:tab w:val="left" w:leader="dot" w:pos="3402"/>
          <w:tab w:val="left" w:pos="3686"/>
        </w:tabs>
        <w:spacing w:after="60"/>
        <w:ind w:left="539" w:right="-28"/>
        <w:rPr>
          <w:rFonts w:ascii="Marianne Light" w:hAnsi="Marianne Light"/>
        </w:rPr>
      </w:pPr>
      <w:r>
        <w:rPr>
          <w:rFonts w:ascii="Marianne Light" w:hAnsi="Marianne Light"/>
        </w:rPr>
        <w:t>1er cotraitant, l’entreprise</w:t>
      </w:r>
      <w:r>
        <w:rPr>
          <w:rFonts w:ascii="Marianne Light" w:hAnsi="Marianne Light"/>
        </w:rPr>
        <w:tab/>
      </w:r>
      <w:r>
        <w:rPr>
          <w:rFonts w:ascii="Marianne Light" w:hAnsi="Marianne Light"/>
        </w:rPr>
        <w:tab/>
      </w:r>
      <w:r>
        <w:rPr>
          <w:rFonts w:ascii="Marianne Light" w:hAnsi="Marianne Light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Marianne Light" w:hAnsi="Marianne Light"/>
        </w:rPr>
        <w:instrText xml:space="preserve"> FORMCHECKBOX </w:instrText>
      </w:r>
      <w:r w:rsidR="003C7DC8">
        <w:rPr>
          <w:rFonts w:ascii="Marianne Light" w:hAnsi="Marianne Light"/>
        </w:rPr>
      </w:r>
      <w:r w:rsidR="003C7DC8">
        <w:rPr>
          <w:rFonts w:ascii="Marianne Light" w:hAnsi="Marianne Light"/>
        </w:rPr>
        <w:fldChar w:fldCharType="separate"/>
      </w:r>
      <w:r>
        <w:rPr>
          <w:rFonts w:ascii="Marianne Light" w:hAnsi="Marianne Light"/>
        </w:rPr>
        <w:fldChar w:fldCharType="end"/>
      </w:r>
      <w:r>
        <w:rPr>
          <w:rFonts w:ascii="Marianne Light" w:hAnsi="Marianne Light"/>
        </w:rPr>
        <w:t xml:space="preserve"> accepte de percevoir l'avance</w:t>
      </w:r>
    </w:p>
    <w:p w14:paraId="2C0AEC04" w14:textId="77777777" w:rsidR="002C1DCC" w:rsidRDefault="002C1DCC" w:rsidP="002C1DCC">
      <w:pPr>
        <w:tabs>
          <w:tab w:val="left" w:leader="dot" w:pos="3402"/>
          <w:tab w:val="left" w:pos="3686"/>
        </w:tabs>
        <w:spacing w:after="60"/>
        <w:ind w:left="539" w:right="-28"/>
        <w:rPr>
          <w:rFonts w:ascii="Marianne Light" w:hAnsi="Marianne Light"/>
        </w:rPr>
      </w:pPr>
      <w:r>
        <w:rPr>
          <w:rFonts w:ascii="Marianne Light" w:hAnsi="Marianne Light"/>
        </w:rPr>
        <w:tab/>
      </w:r>
      <w:r>
        <w:rPr>
          <w:rFonts w:ascii="Marianne Light" w:hAnsi="Marianne Light"/>
        </w:rPr>
        <w:tab/>
      </w:r>
      <w:r>
        <w:rPr>
          <w:rFonts w:ascii="Marianne Light" w:hAnsi="Marianne Light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Marianne Light" w:hAnsi="Marianne Light"/>
        </w:rPr>
        <w:instrText xml:space="preserve"> FORMCHECKBOX </w:instrText>
      </w:r>
      <w:r w:rsidR="003C7DC8">
        <w:rPr>
          <w:rFonts w:ascii="Marianne Light" w:hAnsi="Marianne Light"/>
        </w:rPr>
      </w:r>
      <w:r w:rsidR="003C7DC8">
        <w:rPr>
          <w:rFonts w:ascii="Marianne Light" w:hAnsi="Marianne Light"/>
        </w:rPr>
        <w:fldChar w:fldCharType="separate"/>
      </w:r>
      <w:r>
        <w:rPr>
          <w:rFonts w:ascii="Marianne Light" w:hAnsi="Marianne Light"/>
        </w:rPr>
        <w:fldChar w:fldCharType="end"/>
      </w:r>
      <w:r>
        <w:rPr>
          <w:rFonts w:ascii="Marianne Light" w:hAnsi="Marianne Light"/>
        </w:rPr>
        <w:t xml:space="preserve"> </w:t>
      </w:r>
      <w:proofErr w:type="gramStart"/>
      <w:r>
        <w:rPr>
          <w:rFonts w:ascii="Marianne Light" w:hAnsi="Marianne Light"/>
        </w:rPr>
        <w:t>refuse</w:t>
      </w:r>
      <w:proofErr w:type="gramEnd"/>
      <w:r>
        <w:rPr>
          <w:rFonts w:ascii="Marianne Light" w:hAnsi="Marianne Light"/>
        </w:rPr>
        <w:t xml:space="preserve"> de percevoir l'avance</w:t>
      </w:r>
    </w:p>
    <w:p w14:paraId="3A0D2EFE" w14:textId="77777777" w:rsidR="002C1DCC" w:rsidRDefault="002C1DCC" w:rsidP="002C1DCC">
      <w:pPr>
        <w:tabs>
          <w:tab w:val="left" w:leader="dot" w:pos="3402"/>
          <w:tab w:val="left" w:pos="3686"/>
        </w:tabs>
        <w:spacing w:after="60"/>
        <w:ind w:left="539" w:right="-28"/>
        <w:rPr>
          <w:rFonts w:ascii="Marianne Light" w:hAnsi="Marianne Light"/>
        </w:rPr>
      </w:pPr>
      <w:r>
        <w:rPr>
          <w:rFonts w:ascii="Marianne Light" w:hAnsi="Marianne Light"/>
        </w:rPr>
        <w:t>2ème cotraitant, l’entreprise</w:t>
      </w:r>
      <w:r>
        <w:rPr>
          <w:rFonts w:ascii="Marianne Light" w:hAnsi="Marianne Light"/>
        </w:rPr>
        <w:tab/>
      </w:r>
      <w:r>
        <w:rPr>
          <w:rFonts w:ascii="Marianne Light" w:hAnsi="Marianne Light"/>
        </w:rPr>
        <w:tab/>
      </w:r>
      <w:r>
        <w:rPr>
          <w:rFonts w:ascii="Marianne Light" w:hAnsi="Marianne Light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Marianne Light" w:hAnsi="Marianne Light"/>
        </w:rPr>
        <w:instrText xml:space="preserve"> FORMCHECKBOX </w:instrText>
      </w:r>
      <w:r w:rsidR="003C7DC8">
        <w:rPr>
          <w:rFonts w:ascii="Marianne Light" w:hAnsi="Marianne Light"/>
        </w:rPr>
      </w:r>
      <w:r w:rsidR="003C7DC8">
        <w:rPr>
          <w:rFonts w:ascii="Marianne Light" w:hAnsi="Marianne Light"/>
        </w:rPr>
        <w:fldChar w:fldCharType="separate"/>
      </w:r>
      <w:r>
        <w:rPr>
          <w:rFonts w:ascii="Marianne Light" w:hAnsi="Marianne Light"/>
        </w:rPr>
        <w:fldChar w:fldCharType="end"/>
      </w:r>
      <w:r>
        <w:rPr>
          <w:rFonts w:ascii="Marianne Light" w:hAnsi="Marianne Light"/>
        </w:rPr>
        <w:t xml:space="preserve"> accepte de percevoir l'avance</w:t>
      </w:r>
    </w:p>
    <w:p w14:paraId="26D0A270" w14:textId="77777777" w:rsidR="002C1DCC" w:rsidRDefault="002C1DCC" w:rsidP="002C1DCC">
      <w:pPr>
        <w:tabs>
          <w:tab w:val="left" w:leader="dot" w:pos="3402"/>
          <w:tab w:val="left" w:pos="3686"/>
        </w:tabs>
        <w:spacing w:after="60"/>
        <w:ind w:left="539" w:right="-28"/>
        <w:rPr>
          <w:rFonts w:ascii="Marianne Light" w:hAnsi="Marianne Light"/>
        </w:rPr>
      </w:pPr>
      <w:r>
        <w:rPr>
          <w:rFonts w:ascii="Marianne Light" w:hAnsi="Marianne Light"/>
        </w:rPr>
        <w:tab/>
      </w:r>
      <w:r>
        <w:rPr>
          <w:rFonts w:ascii="Marianne Light" w:hAnsi="Marianne Light"/>
        </w:rPr>
        <w:tab/>
      </w:r>
      <w:r>
        <w:rPr>
          <w:rFonts w:ascii="Marianne Light" w:hAnsi="Marianne Light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Marianne Light" w:hAnsi="Marianne Light"/>
        </w:rPr>
        <w:instrText xml:space="preserve"> FORMCHECKBOX </w:instrText>
      </w:r>
      <w:r w:rsidR="003C7DC8">
        <w:rPr>
          <w:rFonts w:ascii="Marianne Light" w:hAnsi="Marianne Light"/>
        </w:rPr>
      </w:r>
      <w:r w:rsidR="003C7DC8">
        <w:rPr>
          <w:rFonts w:ascii="Marianne Light" w:hAnsi="Marianne Light"/>
        </w:rPr>
        <w:fldChar w:fldCharType="separate"/>
      </w:r>
      <w:r>
        <w:rPr>
          <w:rFonts w:ascii="Marianne Light" w:hAnsi="Marianne Light"/>
        </w:rPr>
        <w:fldChar w:fldCharType="end"/>
      </w:r>
      <w:r>
        <w:rPr>
          <w:rFonts w:ascii="Marianne Light" w:hAnsi="Marianne Light"/>
        </w:rPr>
        <w:t xml:space="preserve"> </w:t>
      </w:r>
      <w:proofErr w:type="gramStart"/>
      <w:r>
        <w:rPr>
          <w:rFonts w:ascii="Marianne Light" w:hAnsi="Marianne Light"/>
        </w:rPr>
        <w:t>refuse</w:t>
      </w:r>
      <w:proofErr w:type="gramEnd"/>
      <w:r>
        <w:rPr>
          <w:rFonts w:ascii="Marianne Light" w:hAnsi="Marianne Light"/>
        </w:rPr>
        <w:t xml:space="preserve"> de percevoir l'avance</w:t>
      </w:r>
    </w:p>
    <w:p w14:paraId="052789BF" w14:textId="4F42CB90" w:rsidR="002C1DCC" w:rsidRDefault="002C1DCC" w:rsidP="000A44A3">
      <w:pPr>
        <w:pStyle w:val="Cc"/>
        <w:spacing w:after="0"/>
        <w:ind w:left="0" w:right="-357" w:firstLine="0"/>
        <w:jc w:val="both"/>
        <w:rPr>
          <w:rFonts w:ascii="Marianne Light" w:hAnsi="Marianne Light"/>
          <w:b/>
        </w:rPr>
      </w:pPr>
    </w:p>
    <w:p w14:paraId="71873540" w14:textId="57DB8589" w:rsidR="00941C83" w:rsidRPr="006D62D0" w:rsidRDefault="00AE00A0" w:rsidP="00AE00A0">
      <w:pPr>
        <w:pStyle w:val="Cc"/>
        <w:pBdr>
          <w:bottom w:val="single" w:sz="4" w:space="1" w:color="auto"/>
        </w:pBdr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 xml:space="preserve">                                                                                                                      </w:t>
      </w:r>
    </w:p>
    <w:p w14:paraId="73829782" w14:textId="77777777" w:rsidR="003B2960" w:rsidRPr="006D62D0" w:rsidRDefault="003B2960">
      <w:pPr>
        <w:pStyle w:val="Cc"/>
        <w:tabs>
          <w:tab w:val="left" w:pos="3119"/>
        </w:tabs>
        <w:spacing w:after="0"/>
        <w:ind w:left="284" w:right="-357" w:firstLine="0"/>
        <w:jc w:val="both"/>
        <w:rPr>
          <w:rFonts w:ascii="Marianne Light" w:hAnsi="Marianne Light"/>
        </w:rPr>
      </w:pPr>
    </w:p>
    <w:p w14:paraId="144DCA4D" w14:textId="69A59CB1" w:rsidR="007F32C9" w:rsidRPr="006D62D0" w:rsidRDefault="007F32C9" w:rsidP="00D12FD7">
      <w:pPr>
        <w:pStyle w:val="Cc"/>
        <w:tabs>
          <w:tab w:val="left" w:pos="3119"/>
        </w:tabs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 xml:space="preserve">Fait </w:t>
      </w:r>
      <w:r w:rsidR="00AE00A0" w:rsidRPr="006D62D0">
        <w:rPr>
          <w:rFonts w:ascii="Marianne Light" w:hAnsi="Marianne Light"/>
        </w:rPr>
        <w:t>à</w:t>
      </w:r>
      <w:r w:rsidRPr="006D62D0">
        <w:rPr>
          <w:rFonts w:ascii="Marianne Light" w:hAnsi="Marianne Light"/>
        </w:rPr>
        <w:t xml:space="preserve"> …………………………………, le ……………………….</w:t>
      </w:r>
    </w:p>
    <w:p w14:paraId="0756BB2D" w14:textId="77777777" w:rsidR="007F32C9" w:rsidRPr="006D62D0" w:rsidRDefault="007F32C9">
      <w:pPr>
        <w:pStyle w:val="Cc"/>
        <w:tabs>
          <w:tab w:val="left" w:pos="3686"/>
        </w:tabs>
        <w:spacing w:after="0"/>
        <w:ind w:left="284" w:right="-357" w:firstLine="0"/>
        <w:jc w:val="both"/>
        <w:rPr>
          <w:rFonts w:ascii="Marianne Light" w:hAnsi="Marianne Light"/>
        </w:rPr>
      </w:pPr>
    </w:p>
    <w:p w14:paraId="3B851BDF" w14:textId="5399708A" w:rsidR="007F32C9" w:rsidRPr="006D62D0" w:rsidRDefault="007F32C9">
      <w:pPr>
        <w:pStyle w:val="Cc"/>
        <w:tabs>
          <w:tab w:val="left" w:pos="3686"/>
        </w:tabs>
        <w:spacing w:after="0"/>
        <w:ind w:left="284" w:right="-357" w:firstLine="0"/>
        <w:jc w:val="center"/>
        <w:rPr>
          <w:rFonts w:ascii="Marianne Light" w:hAnsi="Marianne Light"/>
        </w:rPr>
      </w:pPr>
      <w:r w:rsidRPr="006D62D0">
        <w:rPr>
          <w:rFonts w:ascii="Marianne Light" w:hAnsi="Marianne Light"/>
        </w:rPr>
        <w:t>L</w:t>
      </w:r>
      <w:r w:rsidR="00AE00A0" w:rsidRPr="006D62D0">
        <w:rPr>
          <w:rFonts w:ascii="Marianne Light" w:hAnsi="Marianne Light"/>
        </w:rPr>
        <w:t>e prestataire</w:t>
      </w:r>
      <w:r w:rsidRPr="006D62D0">
        <w:rPr>
          <w:rFonts w:ascii="Marianne Light" w:hAnsi="Marianne Light"/>
        </w:rPr>
        <w:t>,</w:t>
      </w:r>
    </w:p>
    <w:p w14:paraId="7C8B071C" w14:textId="668C60F1" w:rsidR="00010FBF" w:rsidRPr="006D62D0" w:rsidRDefault="00010FBF" w:rsidP="00010FBF">
      <w:pPr>
        <w:pStyle w:val="Cc"/>
        <w:tabs>
          <w:tab w:val="left" w:pos="3686"/>
        </w:tabs>
        <w:spacing w:after="0"/>
        <w:ind w:left="0" w:right="-357" w:firstLine="0"/>
        <w:jc w:val="center"/>
        <w:rPr>
          <w:rFonts w:ascii="Marianne Light" w:hAnsi="Marianne Light"/>
          <w:color w:val="808080"/>
        </w:rPr>
      </w:pPr>
      <w:r w:rsidRPr="006D62D0">
        <w:rPr>
          <w:rFonts w:ascii="Marianne Light" w:hAnsi="Marianne Light"/>
          <w:color w:val="808080"/>
        </w:rPr>
        <w:t xml:space="preserve">    (</w:t>
      </w:r>
      <w:r w:rsidR="00991CF0" w:rsidRPr="006D62D0">
        <w:rPr>
          <w:rFonts w:ascii="Marianne Light" w:hAnsi="Marianne Light"/>
          <w:color w:val="808080"/>
        </w:rPr>
        <w:t>Cachet</w:t>
      </w:r>
      <w:r w:rsidRPr="006D62D0">
        <w:rPr>
          <w:rFonts w:ascii="Marianne Light" w:hAnsi="Marianne Light"/>
          <w:color w:val="808080"/>
        </w:rPr>
        <w:t xml:space="preserve"> de l’entreprise et signature)</w:t>
      </w:r>
    </w:p>
    <w:p w14:paraId="7C9CB9D9" w14:textId="74A788C5" w:rsidR="007F32C9" w:rsidRDefault="007F32C9">
      <w:pPr>
        <w:pStyle w:val="Cc"/>
        <w:tabs>
          <w:tab w:val="left" w:pos="3686"/>
        </w:tabs>
        <w:spacing w:after="0"/>
        <w:ind w:left="284" w:right="-357" w:firstLine="0"/>
        <w:jc w:val="both"/>
        <w:rPr>
          <w:rFonts w:ascii="Marianne Light" w:hAnsi="Marianne Light"/>
        </w:rPr>
      </w:pPr>
    </w:p>
    <w:p w14:paraId="5A36E7EC" w14:textId="7182AD4D" w:rsidR="00CE1728" w:rsidRDefault="00CE1728">
      <w:pPr>
        <w:pStyle w:val="Cc"/>
        <w:tabs>
          <w:tab w:val="left" w:pos="3686"/>
        </w:tabs>
        <w:spacing w:after="0"/>
        <w:ind w:left="284" w:right="-357" w:firstLine="0"/>
        <w:jc w:val="both"/>
        <w:rPr>
          <w:rFonts w:ascii="Marianne Light" w:hAnsi="Marianne Light"/>
        </w:rPr>
      </w:pPr>
    </w:p>
    <w:p w14:paraId="27CD08BA" w14:textId="3E1543BC" w:rsidR="00D12FD7" w:rsidRPr="006D62D0" w:rsidRDefault="00D12FD7" w:rsidP="00D12FD7">
      <w:pPr>
        <w:pStyle w:val="Cc"/>
        <w:spacing w:after="0"/>
        <w:ind w:left="0" w:right="-357" w:firstLine="0"/>
        <w:jc w:val="both"/>
        <w:rPr>
          <w:rFonts w:ascii="Marianne Light" w:hAnsi="Marianne Light"/>
          <w:b/>
          <w:u w:val="single"/>
        </w:rPr>
      </w:pPr>
      <w:r w:rsidRPr="006D62D0">
        <w:rPr>
          <w:rFonts w:ascii="Marianne Light" w:hAnsi="Marianne Light"/>
          <w:b/>
          <w:u w:val="single"/>
        </w:rPr>
        <w:t>ARTICLE 7 – ACCEPTATION DE L’OFFRE</w:t>
      </w:r>
    </w:p>
    <w:p w14:paraId="345014D1" w14:textId="77777777" w:rsidR="007F32C9" w:rsidRPr="006D62D0" w:rsidRDefault="007F32C9">
      <w:pPr>
        <w:pStyle w:val="Cc"/>
        <w:tabs>
          <w:tab w:val="left" w:pos="3686"/>
        </w:tabs>
        <w:spacing w:after="0"/>
        <w:ind w:left="284" w:right="-357" w:firstLine="0"/>
        <w:jc w:val="both"/>
        <w:rPr>
          <w:rFonts w:ascii="Marianne Light" w:hAnsi="Marianne Light"/>
        </w:rPr>
      </w:pPr>
    </w:p>
    <w:p w14:paraId="2A0CF000" w14:textId="77777777" w:rsidR="002C1DCC" w:rsidRDefault="002C1DCC" w:rsidP="00D12FD7">
      <w:pPr>
        <w:pStyle w:val="Cc"/>
        <w:tabs>
          <w:tab w:val="left" w:pos="3686"/>
        </w:tabs>
        <w:spacing w:after="0"/>
        <w:ind w:left="0" w:right="-357" w:firstLine="0"/>
        <w:jc w:val="both"/>
        <w:rPr>
          <w:rFonts w:ascii="Marianne Light" w:hAnsi="Marianne Light"/>
        </w:rPr>
      </w:pPr>
    </w:p>
    <w:p w14:paraId="315D5CBF" w14:textId="3A7B5F89" w:rsidR="004E4778" w:rsidRDefault="00D12FD7" w:rsidP="00D12FD7">
      <w:pPr>
        <w:pStyle w:val="Cc"/>
        <w:tabs>
          <w:tab w:val="left" w:pos="3686"/>
        </w:tabs>
        <w:spacing w:after="0"/>
        <w:ind w:left="0" w:right="-357" w:firstLine="0"/>
        <w:jc w:val="both"/>
        <w:rPr>
          <w:rFonts w:ascii="Marianne Light" w:hAnsi="Marianne Light"/>
        </w:rPr>
      </w:pPr>
      <w:r w:rsidRPr="004E4778">
        <w:rPr>
          <w:rFonts w:ascii="Marianne Light" w:hAnsi="Marianne Light"/>
        </w:rPr>
        <w:t>Montant HT</w:t>
      </w:r>
      <w:r w:rsidR="004E4778">
        <w:rPr>
          <w:rFonts w:ascii="Marianne Light" w:hAnsi="Marianne Light"/>
        </w:rPr>
        <w:t xml:space="preserve"> </w:t>
      </w:r>
      <w:r w:rsidR="004E604C">
        <w:rPr>
          <w:rFonts w:ascii="Marianne Light" w:hAnsi="Marianne Light"/>
        </w:rPr>
        <w:t xml:space="preserve">(en chiffres) </w:t>
      </w:r>
      <w:r w:rsidRPr="004E4778">
        <w:rPr>
          <w:rFonts w:ascii="Marianne Light" w:hAnsi="Marianne Light"/>
        </w:rPr>
        <w:t>:</w:t>
      </w:r>
      <w:r w:rsidR="004E604C">
        <w:rPr>
          <w:rFonts w:ascii="Marianne Light" w:hAnsi="Marianne Light"/>
        </w:rPr>
        <w:t xml:space="preserve"> ……………………………………………………………………………….</w:t>
      </w:r>
    </w:p>
    <w:p w14:paraId="6FF7860C" w14:textId="77777777" w:rsidR="004E4778" w:rsidRDefault="004E4778" w:rsidP="00D12FD7">
      <w:pPr>
        <w:pStyle w:val="Cc"/>
        <w:tabs>
          <w:tab w:val="left" w:pos="3686"/>
        </w:tabs>
        <w:spacing w:after="0"/>
        <w:ind w:left="0" w:right="-357" w:firstLine="0"/>
        <w:jc w:val="both"/>
        <w:rPr>
          <w:rFonts w:ascii="Marianne Light" w:hAnsi="Marianne Light"/>
        </w:rPr>
      </w:pPr>
    </w:p>
    <w:p w14:paraId="4DCB7B85" w14:textId="09D09855" w:rsidR="004E604C" w:rsidRDefault="004E604C" w:rsidP="005E5E51">
      <w:pPr>
        <w:pStyle w:val="Cc"/>
        <w:tabs>
          <w:tab w:val="left" w:pos="3686"/>
        </w:tabs>
        <w:spacing w:after="0"/>
        <w:ind w:left="0" w:right="-357" w:firstLine="0"/>
        <w:jc w:val="both"/>
        <w:rPr>
          <w:rFonts w:ascii="Marianne Light" w:hAnsi="Marianne Light"/>
        </w:rPr>
      </w:pPr>
      <w:r w:rsidRPr="004E4778">
        <w:rPr>
          <w:rFonts w:ascii="Marianne Light" w:hAnsi="Marianne Light"/>
        </w:rPr>
        <w:t xml:space="preserve">Montant </w:t>
      </w:r>
      <w:r>
        <w:rPr>
          <w:rFonts w:ascii="Marianne Light" w:hAnsi="Marianne Light"/>
        </w:rPr>
        <w:t xml:space="preserve">TVA (en chiffres) </w:t>
      </w:r>
      <w:r w:rsidRPr="004E4778">
        <w:rPr>
          <w:rFonts w:ascii="Marianne Light" w:hAnsi="Marianne Light"/>
        </w:rPr>
        <w:t>:</w:t>
      </w:r>
      <w:r>
        <w:rPr>
          <w:rFonts w:ascii="Marianne Light" w:hAnsi="Marianne Light"/>
        </w:rPr>
        <w:t xml:space="preserve"> ……………………………………………………………………………….</w:t>
      </w:r>
    </w:p>
    <w:p w14:paraId="2105E1C8" w14:textId="77777777" w:rsidR="004E604C" w:rsidRDefault="004E604C" w:rsidP="005E5E51">
      <w:pPr>
        <w:pStyle w:val="Cc"/>
        <w:tabs>
          <w:tab w:val="left" w:pos="3686"/>
        </w:tabs>
        <w:spacing w:after="0"/>
        <w:ind w:left="0" w:right="-357" w:firstLine="0"/>
        <w:jc w:val="both"/>
        <w:rPr>
          <w:rFonts w:ascii="Marianne Light" w:hAnsi="Marianne Light"/>
        </w:rPr>
      </w:pPr>
    </w:p>
    <w:p w14:paraId="682035F6" w14:textId="5547171C" w:rsidR="005E5E51" w:rsidRDefault="004C5158" w:rsidP="005E5E51">
      <w:pPr>
        <w:pStyle w:val="Cc"/>
        <w:tabs>
          <w:tab w:val="left" w:pos="3686"/>
        </w:tabs>
        <w:spacing w:after="0"/>
        <w:ind w:left="0" w:right="-357" w:firstLine="0"/>
        <w:jc w:val="both"/>
        <w:rPr>
          <w:rFonts w:ascii="Marianne Light" w:hAnsi="Marianne Light"/>
        </w:rPr>
      </w:pPr>
      <w:r>
        <w:rPr>
          <w:rFonts w:ascii="Marianne Light" w:hAnsi="Marianne Light"/>
        </w:rPr>
        <w:t>Montant</w:t>
      </w:r>
      <w:r w:rsidR="004E604C">
        <w:rPr>
          <w:rFonts w:ascii="Marianne Light" w:hAnsi="Marianne Light"/>
        </w:rPr>
        <w:t xml:space="preserve"> TTC </w:t>
      </w:r>
      <w:r w:rsidR="005E5E51">
        <w:rPr>
          <w:rFonts w:ascii="Marianne Light" w:hAnsi="Marianne Light"/>
        </w:rPr>
        <w:t xml:space="preserve">(en </w:t>
      </w:r>
      <w:r w:rsidR="004E604C">
        <w:rPr>
          <w:rFonts w:ascii="Marianne Light" w:hAnsi="Marianne Light"/>
        </w:rPr>
        <w:t>chiffres</w:t>
      </w:r>
      <w:r w:rsidR="005E5E51">
        <w:rPr>
          <w:rFonts w:ascii="Marianne Light" w:hAnsi="Marianne Light"/>
        </w:rPr>
        <w:t>)</w:t>
      </w:r>
      <w:r w:rsidR="004E604C">
        <w:rPr>
          <w:rFonts w:ascii="Marianne Light" w:hAnsi="Marianne Light"/>
        </w:rPr>
        <w:t xml:space="preserve"> : </w:t>
      </w:r>
      <w:r w:rsidR="005E5E51" w:rsidRPr="004E4778">
        <w:rPr>
          <w:rFonts w:ascii="Marianne Light" w:hAnsi="Marianne Light"/>
        </w:rPr>
        <w:t>…………………………………………………………</w:t>
      </w:r>
      <w:r w:rsidR="005E5E51">
        <w:rPr>
          <w:rFonts w:ascii="Marianne Light" w:hAnsi="Marianne Light"/>
        </w:rPr>
        <w:t>………………</w:t>
      </w:r>
      <w:r w:rsidR="004E604C">
        <w:rPr>
          <w:rFonts w:ascii="Marianne Light" w:hAnsi="Marianne Light"/>
        </w:rPr>
        <w:t>……</w:t>
      </w:r>
    </w:p>
    <w:p w14:paraId="513DDDBE" w14:textId="77777777" w:rsidR="005E5E51" w:rsidRDefault="005E5E51" w:rsidP="005E5E51">
      <w:pPr>
        <w:pStyle w:val="Cc"/>
        <w:tabs>
          <w:tab w:val="left" w:pos="3686"/>
        </w:tabs>
        <w:spacing w:after="0"/>
        <w:ind w:left="0" w:right="-357" w:firstLine="0"/>
        <w:jc w:val="both"/>
        <w:rPr>
          <w:rFonts w:ascii="Marianne Light" w:hAnsi="Marianne Light"/>
        </w:rPr>
      </w:pPr>
    </w:p>
    <w:p w14:paraId="2946A979" w14:textId="5E4BDB74" w:rsidR="004E604C" w:rsidRDefault="004E604C" w:rsidP="004E604C">
      <w:pPr>
        <w:pStyle w:val="Cc"/>
        <w:tabs>
          <w:tab w:val="left" w:pos="3686"/>
        </w:tabs>
        <w:spacing w:before="120" w:after="0" w:line="240" w:lineRule="auto"/>
        <w:ind w:left="0" w:right="-357" w:firstLine="0"/>
        <w:jc w:val="both"/>
        <w:rPr>
          <w:rFonts w:ascii="Marianne Light" w:hAnsi="Marianne Light"/>
        </w:rPr>
      </w:pPr>
      <w:r w:rsidRPr="004E4778">
        <w:rPr>
          <w:rFonts w:ascii="Marianne Light" w:hAnsi="Marianne Light"/>
        </w:rPr>
        <w:t xml:space="preserve">Montant </w:t>
      </w:r>
      <w:r>
        <w:rPr>
          <w:rFonts w:ascii="Marianne Light" w:hAnsi="Marianne Light"/>
        </w:rPr>
        <w:t xml:space="preserve">TTC (en lettres) </w:t>
      </w:r>
      <w:r w:rsidRPr="004E4778">
        <w:rPr>
          <w:rFonts w:ascii="Marianne Light" w:hAnsi="Marianne Light"/>
        </w:rPr>
        <w:t>:</w:t>
      </w:r>
      <w:r>
        <w:rPr>
          <w:rFonts w:ascii="Marianne Light" w:hAnsi="Marianne Light"/>
        </w:rPr>
        <w:t xml:space="preserve"> ………………………………………………………………………………………………………………………</w:t>
      </w:r>
    </w:p>
    <w:p w14:paraId="2A35C1A9" w14:textId="5CAF6EE3" w:rsidR="005E5E51" w:rsidRPr="004E4778" w:rsidRDefault="005E5E51" w:rsidP="004E604C">
      <w:pPr>
        <w:pStyle w:val="Cc"/>
        <w:tabs>
          <w:tab w:val="left" w:pos="3686"/>
        </w:tabs>
        <w:spacing w:before="120" w:after="0" w:line="240" w:lineRule="auto"/>
        <w:ind w:left="0" w:right="-357" w:firstLine="0"/>
        <w:jc w:val="both"/>
        <w:rPr>
          <w:rFonts w:ascii="Marianne Light" w:hAnsi="Marianne Light"/>
        </w:rPr>
      </w:pPr>
      <w:r>
        <w:rPr>
          <w:rFonts w:ascii="Marianne Light" w:hAnsi="Marianne Light"/>
        </w:rPr>
        <w:t>……………………………………………………………………………………………………………………………………………………………………………………….</w:t>
      </w:r>
    </w:p>
    <w:p w14:paraId="6040D5A1" w14:textId="1C616064" w:rsidR="00D12FD7" w:rsidRDefault="00D12FD7" w:rsidP="00D12FD7">
      <w:pPr>
        <w:pStyle w:val="Cc"/>
        <w:tabs>
          <w:tab w:val="left" w:pos="3686"/>
        </w:tabs>
        <w:spacing w:after="0"/>
        <w:ind w:left="0" w:right="-357" w:firstLine="0"/>
        <w:jc w:val="both"/>
        <w:rPr>
          <w:rFonts w:ascii="Marianne Light" w:hAnsi="Marianne Light"/>
        </w:rPr>
      </w:pPr>
    </w:p>
    <w:p w14:paraId="5EBBA2CC" w14:textId="77777777" w:rsidR="004E604C" w:rsidRPr="004E4778" w:rsidRDefault="004E604C" w:rsidP="00D12FD7">
      <w:pPr>
        <w:pStyle w:val="Cc"/>
        <w:tabs>
          <w:tab w:val="left" w:pos="3686"/>
        </w:tabs>
        <w:spacing w:after="0"/>
        <w:ind w:left="0" w:right="-357" w:firstLine="0"/>
        <w:jc w:val="both"/>
        <w:rPr>
          <w:rFonts w:ascii="Marianne Light" w:hAnsi="Marianne Light"/>
        </w:rPr>
      </w:pPr>
    </w:p>
    <w:p w14:paraId="3247D3C4" w14:textId="094597E7" w:rsidR="004C5158" w:rsidRPr="003A3973" w:rsidRDefault="004C5158" w:rsidP="004C5158">
      <w:pPr>
        <w:pStyle w:val="05ARTICLENiv1-Texte"/>
        <w:rPr>
          <w:rFonts w:ascii="Marianne Light" w:hAnsi="Marianne Light"/>
          <w:noProof w:val="0"/>
        </w:rPr>
      </w:pPr>
      <w:r w:rsidRPr="003A3973">
        <w:rPr>
          <w:rFonts w:ascii="Marianne Light" w:hAnsi="Marianne Light"/>
          <w:noProof w:val="0"/>
        </w:rPr>
        <w:t>Les sous-</w:t>
      </w:r>
      <w:r>
        <w:rPr>
          <w:rFonts w:ascii="Marianne Light" w:hAnsi="Marianne Light"/>
          <w:noProof w:val="0"/>
        </w:rPr>
        <w:t>traitants proposés à l'article 5</w:t>
      </w:r>
      <w:r w:rsidRPr="003A3973">
        <w:rPr>
          <w:rFonts w:ascii="Marianne Light" w:hAnsi="Marianne Light"/>
          <w:noProof w:val="0"/>
        </w:rPr>
        <w:t xml:space="preserve"> ci-dessus sont acceptés comme ayant droit au paiement direct dans les conditions indiquées</w:t>
      </w:r>
      <w:r>
        <w:rPr>
          <w:rFonts w:ascii="Marianne Light" w:hAnsi="Marianne Light"/>
          <w:noProof w:val="0"/>
        </w:rPr>
        <w:t>.</w:t>
      </w:r>
    </w:p>
    <w:p w14:paraId="2F655CF5" w14:textId="030F433B" w:rsidR="004E604C" w:rsidRPr="004E4778" w:rsidRDefault="004E604C" w:rsidP="004E604C">
      <w:pPr>
        <w:pStyle w:val="Cc"/>
        <w:tabs>
          <w:tab w:val="left" w:pos="3686"/>
        </w:tabs>
        <w:spacing w:after="120" w:line="240" w:lineRule="auto"/>
        <w:ind w:left="0" w:right="-357" w:firstLine="0"/>
        <w:jc w:val="both"/>
        <w:rPr>
          <w:rFonts w:ascii="Marianne Light" w:hAnsi="Marianne Light"/>
        </w:rPr>
      </w:pPr>
    </w:p>
    <w:p w14:paraId="01B116BC" w14:textId="77777777" w:rsidR="007F32C9" w:rsidRPr="00507EA4" w:rsidRDefault="007F32C9">
      <w:pPr>
        <w:pStyle w:val="Cc"/>
        <w:tabs>
          <w:tab w:val="left" w:pos="3686"/>
        </w:tabs>
        <w:spacing w:after="0"/>
        <w:ind w:left="284" w:right="-357" w:firstLine="0"/>
        <w:jc w:val="both"/>
        <w:rPr>
          <w:rFonts w:ascii="Marianne Light" w:hAnsi="Marianne Light"/>
          <w:highlight w:val="yellow"/>
        </w:rPr>
      </w:pPr>
    </w:p>
    <w:p w14:paraId="72BE32E3" w14:textId="77777777" w:rsidR="007F32C9" w:rsidRPr="006D62D0" w:rsidRDefault="007F32C9">
      <w:pPr>
        <w:pStyle w:val="Cc"/>
        <w:tabs>
          <w:tab w:val="left" w:pos="3686"/>
        </w:tabs>
        <w:spacing w:after="0"/>
        <w:ind w:left="284" w:right="-357" w:firstLine="0"/>
        <w:jc w:val="both"/>
        <w:rPr>
          <w:rFonts w:ascii="Marianne Light" w:hAnsi="Marianne Light"/>
        </w:rPr>
      </w:pPr>
    </w:p>
    <w:p w14:paraId="05B320E2" w14:textId="3761BB95" w:rsidR="007F32C9" w:rsidRPr="006D62D0" w:rsidRDefault="00AE00A0" w:rsidP="00AE00A0">
      <w:pPr>
        <w:pStyle w:val="Cc"/>
        <w:tabs>
          <w:tab w:val="left" w:pos="3686"/>
        </w:tabs>
        <w:spacing w:after="0"/>
        <w:ind w:left="0" w:right="-357" w:firstLine="0"/>
        <w:rPr>
          <w:rFonts w:ascii="Marianne Light" w:hAnsi="Marianne Light"/>
        </w:rPr>
      </w:pPr>
      <w:r w:rsidRPr="006D62D0">
        <w:rPr>
          <w:rFonts w:ascii="Marianne Light" w:hAnsi="Marianne Light"/>
        </w:rPr>
        <w:t xml:space="preserve">A </w:t>
      </w:r>
      <w:r w:rsidR="005F5FEA" w:rsidRPr="006D62D0">
        <w:rPr>
          <w:rFonts w:ascii="Marianne Light" w:hAnsi="Marianne Light"/>
        </w:rPr>
        <w:t>P</w:t>
      </w:r>
      <w:r w:rsidRPr="006D62D0">
        <w:rPr>
          <w:rFonts w:ascii="Marianne Light" w:hAnsi="Marianne Light"/>
        </w:rPr>
        <w:t>oitiers</w:t>
      </w:r>
      <w:r w:rsidR="007F32C9" w:rsidRPr="006D62D0">
        <w:rPr>
          <w:rFonts w:ascii="Marianne Light" w:hAnsi="Marianne Light"/>
        </w:rPr>
        <w:t xml:space="preserve">, le </w:t>
      </w:r>
      <w:r w:rsidRPr="006D62D0">
        <w:rPr>
          <w:rFonts w:ascii="Marianne Light" w:hAnsi="Marianne Light"/>
        </w:rPr>
        <w:t>……………………………………………………. </w:t>
      </w:r>
    </w:p>
    <w:p w14:paraId="44013FAA" w14:textId="77777777" w:rsidR="007F32C9" w:rsidRPr="006D62D0" w:rsidRDefault="007F32C9">
      <w:pPr>
        <w:pStyle w:val="Cc"/>
        <w:tabs>
          <w:tab w:val="left" w:pos="3686"/>
        </w:tabs>
        <w:spacing w:after="0"/>
        <w:ind w:left="284" w:right="-357" w:firstLine="0"/>
        <w:jc w:val="center"/>
        <w:rPr>
          <w:rFonts w:ascii="Marianne Light" w:hAnsi="Marianne Light"/>
        </w:rPr>
      </w:pPr>
    </w:p>
    <w:p w14:paraId="79808185" w14:textId="65E0B9FF" w:rsidR="007F32C9" w:rsidRPr="006D62D0" w:rsidRDefault="00AE00A0" w:rsidP="004E604C">
      <w:pPr>
        <w:pStyle w:val="Cc"/>
        <w:tabs>
          <w:tab w:val="left" w:pos="3686"/>
        </w:tabs>
        <w:spacing w:after="0"/>
        <w:ind w:left="0" w:right="-357" w:firstLine="0"/>
        <w:jc w:val="both"/>
        <w:rPr>
          <w:rFonts w:ascii="Marianne Light" w:hAnsi="Marianne Light"/>
        </w:rPr>
      </w:pPr>
      <w:r w:rsidRPr="006D62D0">
        <w:rPr>
          <w:rFonts w:ascii="Marianne Light" w:hAnsi="Marianne Light"/>
        </w:rPr>
        <w:t>Le pouvoir adjudicateur</w:t>
      </w:r>
    </w:p>
    <w:sectPr w:rsidR="007F32C9" w:rsidRPr="006D62D0" w:rsidSect="002C1DCC">
      <w:footerReference w:type="default" r:id="rId9"/>
      <w:footnotePr>
        <w:numRestart w:val="eachPage"/>
      </w:footnotePr>
      <w:type w:val="continuous"/>
      <w:pgSz w:w="11907" w:h="16840" w:code="9"/>
      <w:pgMar w:top="851" w:right="1412" w:bottom="851" w:left="1412" w:header="284" w:footer="17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8FD72" w14:textId="77777777" w:rsidR="00EB3B94" w:rsidRDefault="00EB3B94">
      <w:r>
        <w:separator/>
      </w:r>
    </w:p>
  </w:endnote>
  <w:endnote w:type="continuationSeparator" w:id="0">
    <w:p w14:paraId="761883A9" w14:textId="77777777" w:rsidR="00EB3B94" w:rsidRDefault="00EB3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Outfit">
    <w:altName w:val="Calibri"/>
    <w:charset w:val="00"/>
    <w:family w:val="auto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 Light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DE59F" w14:textId="6937A430" w:rsidR="00094543" w:rsidRDefault="00094543">
    <w:pPr>
      <w:pStyle w:val="Pieddepage"/>
      <w:jc w:val="right"/>
    </w:pPr>
    <w:r>
      <w:fldChar w:fldCharType="begin"/>
    </w:r>
    <w:r>
      <w:instrText>PAGE   \* MERGEFORMAT</w:instrText>
    </w:r>
    <w:r>
      <w:fldChar w:fldCharType="separate"/>
    </w:r>
    <w:r w:rsidR="002C1DCC">
      <w:rPr>
        <w:noProof/>
      </w:rPr>
      <w:t>2</w:t>
    </w:r>
    <w:r>
      <w:fldChar w:fldCharType="end"/>
    </w:r>
    <w:r>
      <w:t>/</w:t>
    </w:r>
    <w:r w:rsidR="00CE1728">
      <w:t>7</w:t>
    </w:r>
  </w:p>
  <w:p w14:paraId="0D7336A9" w14:textId="4DB25B17" w:rsidR="00094543" w:rsidRPr="00094543" w:rsidRDefault="00932567" w:rsidP="00094543">
    <w:pPr>
      <w:tabs>
        <w:tab w:val="center" w:pos="4536"/>
        <w:tab w:val="right" w:pos="9072"/>
      </w:tabs>
      <w:overflowPunct/>
      <w:autoSpaceDE/>
      <w:autoSpaceDN/>
      <w:adjustRightInd/>
      <w:ind w:left="0" w:right="0"/>
      <w:jc w:val="center"/>
      <w:textAlignment w:val="auto"/>
      <w:rPr>
        <w:rFonts w:ascii="Calibri" w:eastAsia="Calibri" w:hAnsi="Calibri" w:cs="Calibri"/>
        <w:sz w:val="18"/>
        <w:szCs w:val="18"/>
        <w:lang w:eastAsia="en-US"/>
      </w:rPr>
    </w:pPr>
    <w:r>
      <w:rPr>
        <w:rFonts w:ascii="Calibri" w:eastAsia="Calibri" w:hAnsi="Calibri" w:cs="Calibri"/>
        <w:sz w:val="18"/>
        <w:szCs w:val="18"/>
        <w:lang w:eastAsia="en-US"/>
      </w:rPr>
      <w:t xml:space="preserve">Marché n° </w:t>
    </w:r>
    <w:r w:rsidR="002F42A7" w:rsidRPr="002F42A7">
      <w:rPr>
        <w:rFonts w:ascii="Calibri" w:eastAsia="Calibri" w:hAnsi="Calibri" w:cs="Calibri"/>
        <w:sz w:val="18"/>
        <w:szCs w:val="18"/>
        <w:lang w:eastAsia="en-US"/>
      </w:rPr>
      <w:t>2</w:t>
    </w:r>
    <w:r w:rsidR="00CE1728">
      <w:rPr>
        <w:rFonts w:ascii="Calibri" w:eastAsia="Calibri" w:hAnsi="Calibri" w:cs="Calibri"/>
        <w:sz w:val="18"/>
        <w:szCs w:val="18"/>
        <w:lang w:eastAsia="en-US"/>
      </w:rPr>
      <w:t>500</w:t>
    </w:r>
    <w:r w:rsidR="00046304">
      <w:rPr>
        <w:rFonts w:ascii="Calibri" w:eastAsia="Calibri" w:hAnsi="Calibri" w:cs="Calibri"/>
        <w:sz w:val="18"/>
        <w:szCs w:val="18"/>
        <w:lang w:eastAsia="en-US"/>
      </w:rPr>
      <w:t>8</w:t>
    </w:r>
    <w:r>
      <w:rPr>
        <w:rFonts w:ascii="Calibri" w:eastAsia="Calibri" w:hAnsi="Calibri" w:cs="Calibri"/>
        <w:sz w:val="18"/>
        <w:szCs w:val="18"/>
        <w:lang w:eastAsia="en-US"/>
      </w:rPr>
      <w:t xml:space="preserve"> – </w:t>
    </w:r>
    <w:r w:rsidR="008733CF">
      <w:rPr>
        <w:rFonts w:ascii="Calibri" w:eastAsia="Calibri" w:hAnsi="Calibri" w:cs="Calibri"/>
        <w:sz w:val="18"/>
        <w:szCs w:val="18"/>
        <w:lang w:eastAsia="en-US"/>
      </w:rPr>
      <w:t xml:space="preserve">Désamiantage </w:t>
    </w:r>
    <w:r w:rsidR="00046304">
      <w:rPr>
        <w:rFonts w:ascii="Calibri" w:eastAsia="Calibri" w:hAnsi="Calibri" w:cs="Calibri"/>
        <w:sz w:val="18"/>
        <w:szCs w:val="18"/>
        <w:lang w:eastAsia="en-US"/>
      </w:rPr>
      <w:t xml:space="preserve">Démolition </w:t>
    </w:r>
    <w:r w:rsidR="008733CF">
      <w:rPr>
        <w:rFonts w:ascii="Calibri" w:eastAsia="Calibri" w:hAnsi="Calibri" w:cs="Calibri"/>
        <w:sz w:val="18"/>
        <w:szCs w:val="18"/>
        <w:lang w:eastAsia="en-US"/>
      </w:rPr>
      <w:t>Terrassement -</w:t>
    </w:r>
    <w:r w:rsidR="00046304">
      <w:rPr>
        <w:rFonts w:ascii="Calibri" w:eastAsia="Calibri" w:hAnsi="Calibri" w:cs="Calibri"/>
        <w:sz w:val="18"/>
        <w:szCs w:val="18"/>
        <w:lang w:eastAsia="en-US"/>
      </w:rPr>
      <w:t xml:space="preserve"> RU Marie Curie</w:t>
    </w:r>
    <w:r w:rsidR="00094543" w:rsidRPr="00094543">
      <w:rPr>
        <w:rFonts w:ascii="Calibri" w:eastAsia="Calibri" w:hAnsi="Calibri" w:cs="Calibri"/>
        <w:sz w:val="18"/>
        <w:szCs w:val="18"/>
        <w:lang w:eastAsia="en-US"/>
      </w:rPr>
      <w:t xml:space="preserve"> - </w:t>
    </w:r>
    <w:r w:rsidR="00094543">
      <w:rPr>
        <w:rFonts w:ascii="Calibri" w:eastAsia="Calibri" w:hAnsi="Calibri" w:cs="Calibri"/>
        <w:sz w:val="18"/>
        <w:szCs w:val="18"/>
        <w:lang w:eastAsia="en-US"/>
      </w:rPr>
      <w:t>AE</w:t>
    </w:r>
  </w:p>
  <w:p w14:paraId="4830A3D1" w14:textId="77777777" w:rsidR="00EB3B94" w:rsidRPr="00F021FF" w:rsidRDefault="00EB3B94" w:rsidP="00F021F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D45A6" w14:textId="77777777" w:rsidR="00EB3B94" w:rsidRDefault="00EB3B94">
      <w:r>
        <w:separator/>
      </w:r>
    </w:p>
  </w:footnote>
  <w:footnote w:type="continuationSeparator" w:id="0">
    <w:p w14:paraId="01AB47BE" w14:textId="77777777" w:rsidR="00EB3B94" w:rsidRDefault="00EB3B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C2789"/>
    <w:multiLevelType w:val="hybridMultilevel"/>
    <w:tmpl w:val="DEF04A94"/>
    <w:lvl w:ilvl="0" w:tplc="4C12AFD4">
      <w:start w:val="1"/>
      <w:numFmt w:val="none"/>
      <w:lvlText w:val="-"/>
      <w:lvlJc w:val="left"/>
      <w:pPr>
        <w:tabs>
          <w:tab w:val="num" w:pos="0"/>
        </w:tabs>
        <w:ind w:left="283" w:hanging="283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460BB9"/>
    <w:multiLevelType w:val="hybridMultilevel"/>
    <w:tmpl w:val="FDB0CCA4"/>
    <w:lvl w:ilvl="0" w:tplc="105E5B50">
      <w:start w:val="1"/>
      <w:numFmt w:val="decimal"/>
      <w:lvlText w:val="8.3.%1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D0D49BC"/>
    <w:multiLevelType w:val="hybridMultilevel"/>
    <w:tmpl w:val="107EF630"/>
    <w:lvl w:ilvl="0" w:tplc="A8265AF2">
      <w:start w:val="1"/>
      <w:numFmt w:val="none"/>
      <w:lvlText w:val=""/>
      <w:lvlJc w:val="left"/>
      <w:pPr>
        <w:tabs>
          <w:tab w:val="num" w:pos="-284"/>
        </w:tabs>
        <w:ind w:left="-1" w:firstLine="1"/>
      </w:pPr>
      <w:rPr>
        <w:rFonts w:ascii="Symbol" w:hAnsi="Symbol" w:hint="default"/>
        <w:sz w:val="1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B42439"/>
    <w:multiLevelType w:val="singleLevel"/>
    <w:tmpl w:val="B0F08BD4"/>
    <w:lvl w:ilvl="0">
      <w:start w:val="1"/>
      <w:numFmt w:val="none"/>
      <w:lvlText w:val="-"/>
      <w:legacy w:legacy="1" w:legacySpace="120" w:legacyIndent="283"/>
      <w:lvlJc w:val="left"/>
      <w:pPr>
        <w:ind w:left="567" w:hanging="283"/>
      </w:pPr>
      <w:rPr>
        <w:rFonts w:ascii="Courier New" w:hAnsi="Courier New" w:cs="Courier New" w:hint="default"/>
        <w:sz w:val="14"/>
      </w:rPr>
    </w:lvl>
  </w:abstractNum>
  <w:abstractNum w:abstractNumId="4" w15:restartNumberingAfterBreak="0">
    <w:nsid w:val="6AFC0BCE"/>
    <w:multiLevelType w:val="singleLevel"/>
    <w:tmpl w:val="B0F08BD4"/>
    <w:lvl w:ilvl="0">
      <w:start w:val="1"/>
      <w:numFmt w:val="none"/>
      <w:lvlText w:val="-"/>
      <w:legacy w:legacy="1" w:legacySpace="120" w:legacyIndent="283"/>
      <w:lvlJc w:val="left"/>
      <w:pPr>
        <w:ind w:left="567" w:hanging="283"/>
      </w:pPr>
      <w:rPr>
        <w:rFonts w:ascii="Courier New" w:hAnsi="Courier New" w:cs="Courier New" w:hint="default"/>
        <w:sz w:val="14"/>
      </w:rPr>
    </w:lvl>
  </w:abstractNum>
  <w:abstractNum w:abstractNumId="5" w15:restartNumberingAfterBreak="0">
    <w:nsid w:val="72ED3223"/>
    <w:multiLevelType w:val="hybridMultilevel"/>
    <w:tmpl w:val="7CC651B6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B5239C"/>
    <w:multiLevelType w:val="singleLevel"/>
    <w:tmpl w:val="B8D2F424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2"/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0216C"/>
    <w:rsid w:val="00010FBF"/>
    <w:rsid w:val="00021D12"/>
    <w:rsid w:val="000308A1"/>
    <w:rsid w:val="00033ADA"/>
    <w:rsid w:val="00046304"/>
    <w:rsid w:val="00066DA1"/>
    <w:rsid w:val="000909CB"/>
    <w:rsid w:val="00094543"/>
    <w:rsid w:val="000A41D4"/>
    <w:rsid w:val="000A44A3"/>
    <w:rsid w:val="000A6DBD"/>
    <w:rsid w:val="000D5DA8"/>
    <w:rsid w:val="000E60BE"/>
    <w:rsid w:val="000F0ABF"/>
    <w:rsid w:val="000F47A8"/>
    <w:rsid w:val="00105C9D"/>
    <w:rsid w:val="00107644"/>
    <w:rsid w:val="00194EFE"/>
    <w:rsid w:val="001A2589"/>
    <w:rsid w:val="001B0BDF"/>
    <w:rsid w:val="001C475E"/>
    <w:rsid w:val="001D07A9"/>
    <w:rsid w:val="001F5795"/>
    <w:rsid w:val="0021764B"/>
    <w:rsid w:val="00225539"/>
    <w:rsid w:val="00265ABE"/>
    <w:rsid w:val="002758AE"/>
    <w:rsid w:val="00276FDA"/>
    <w:rsid w:val="002861FD"/>
    <w:rsid w:val="002B1A5D"/>
    <w:rsid w:val="002B76B2"/>
    <w:rsid w:val="002C1DCC"/>
    <w:rsid w:val="002C306E"/>
    <w:rsid w:val="002D461F"/>
    <w:rsid w:val="002E4A9A"/>
    <w:rsid w:val="002F42A7"/>
    <w:rsid w:val="003115D5"/>
    <w:rsid w:val="0031197B"/>
    <w:rsid w:val="00314276"/>
    <w:rsid w:val="0032151F"/>
    <w:rsid w:val="0033295A"/>
    <w:rsid w:val="003377AC"/>
    <w:rsid w:val="00344703"/>
    <w:rsid w:val="0034745F"/>
    <w:rsid w:val="00351A55"/>
    <w:rsid w:val="00362B0F"/>
    <w:rsid w:val="00362D07"/>
    <w:rsid w:val="00364EED"/>
    <w:rsid w:val="00371DA6"/>
    <w:rsid w:val="00387A93"/>
    <w:rsid w:val="00392307"/>
    <w:rsid w:val="003A3245"/>
    <w:rsid w:val="003B2960"/>
    <w:rsid w:val="003C7DC8"/>
    <w:rsid w:val="003F187E"/>
    <w:rsid w:val="003F18FE"/>
    <w:rsid w:val="00403641"/>
    <w:rsid w:val="00412CFA"/>
    <w:rsid w:val="004C5158"/>
    <w:rsid w:val="004D5F5A"/>
    <w:rsid w:val="004E4778"/>
    <w:rsid w:val="004E604C"/>
    <w:rsid w:val="00507EA4"/>
    <w:rsid w:val="00543142"/>
    <w:rsid w:val="005437DD"/>
    <w:rsid w:val="005449DF"/>
    <w:rsid w:val="00550885"/>
    <w:rsid w:val="00550962"/>
    <w:rsid w:val="00571635"/>
    <w:rsid w:val="00580DE9"/>
    <w:rsid w:val="0058577F"/>
    <w:rsid w:val="00593EF0"/>
    <w:rsid w:val="005C4038"/>
    <w:rsid w:val="005C714E"/>
    <w:rsid w:val="005E3DEF"/>
    <w:rsid w:val="005E5E51"/>
    <w:rsid w:val="005F5FEA"/>
    <w:rsid w:val="0060226C"/>
    <w:rsid w:val="00603168"/>
    <w:rsid w:val="00613C0F"/>
    <w:rsid w:val="00623BD7"/>
    <w:rsid w:val="00635F00"/>
    <w:rsid w:val="00661D7D"/>
    <w:rsid w:val="0069094A"/>
    <w:rsid w:val="006A0770"/>
    <w:rsid w:val="006A0EE5"/>
    <w:rsid w:val="006D62D0"/>
    <w:rsid w:val="007055E6"/>
    <w:rsid w:val="00724D8D"/>
    <w:rsid w:val="007562A0"/>
    <w:rsid w:val="00757ADC"/>
    <w:rsid w:val="0076115D"/>
    <w:rsid w:val="00762FBC"/>
    <w:rsid w:val="00774390"/>
    <w:rsid w:val="00777887"/>
    <w:rsid w:val="00787CB6"/>
    <w:rsid w:val="00793EE8"/>
    <w:rsid w:val="007B4729"/>
    <w:rsid w:val="007D269F"/>
    <w:rsid w:val="007E1E4B"/>
    <w:rsid w:val="007E20EA"/>
    <w:rsid w:val="007F32C9"/>
    <w:rsid w:val="007F74DC"/>
    <w:rsid w:val="008065F8"/>
    <w:rsid w:val="008126E4"/>
    <w:rsid w:val="00822D40"/>
    <w:rsid w:val="00832002"/>
    <w:rsid w:val="008348FD"/>
    <w:rsid w:val="00842818"/>
    <w:rsid w:val="00861D61"/>
    <w:rsid w:val="008733CF"/>
    <w:rsid w:val="008800BD"/>
    <w:rsid w:val="00885829"/>
    <w:rsid w:val="0088644C"/>
    <w:rsid w:val="00887660"/>
    <w:rsid w:val="00891D38"/>
    <w:rsid w:val="008B3ED9"/>
    <w:rsid w:val="008B6105"/>
    <w:rsid w:val="008C695C"/>
    <w:rsid w:val="008D0CC6"/>
    <w:rsid w:val="008D29D2"/>
    <w:rsid w:val="008E1B6F"/>
    <w:rsid w:val="008F177B"/>
    <w:rsid w:val="00901846"/>
    <w:rsid w:val="00904037"/>
    <w:rsid w:val="009046DF"/>
    <w:rsid w:val="00930987"/>
    <w:rsid w:val="00932567"/>
    <w:rsid w:val="00941C83"/>
    <w:rsid w:val="009752FD"/>
    <w:rsid w:val="00981DA4"/>
    <w:rsid w:val="009871CA"/>
    <w:rsid w:val="00991CF0"/>
    <w:rsid w:val="009B141D"/>
    <w:rsid w:val="00A11DE0"/>
    <w:rsid w:val="00A2439B"/>
    <w:rsid w:val="00A50C1C"/>
    <w:rsid w:val="00A647E3"/>
    <w:rsid w:val="00A73377"/>
    <w:rsid w:val="00A83085"/>
    <w:rsid w:val="00A94235"/>
    <w:rsid w:val="00AB2D88"/>
    <w:rsid w:val="00AD2E6B"/>
    <w:rsid w:val="00AE00A0"/>
    <w:rsid w:val="00B01F33"/>
    <w:rsid w:val="00B04298"/>
    <w:rsid w:val="00B0462C"/>
    <w:rsid w:val="00B475D8"/>
    <w:rsid w:val="00B61E1E"/>
    <w:rsid w:val="00B81916"/>
    <w:rsid w:val="00B832F0"/>
    <w:rsid w:val="00BA4415"/>
    <w:rsid w:val="00BB3C7C"/>
    <w:rsid w:val="00BC3CA1"/>
    <w:rsid w:val="00BE3823"/>
    <w:rsid w:val="00BF126C"/>
    <w:rsid w:val="00BF7530"/>
    <w:rsid w:val="00C325E1"/>
    <w:rsid w:val="00C40D5F"/>
    <w:rsid w:val="00C56BCB"/>
    <w:rsid w:val="00C6597C"/>
    <w:rsid w:val="00C70F3A"/>
    <w:rsid w:val="00C80543"/>
    <w:rsid w:val="00C8248B"/>
    <w:rsid w:val="00C82553"/>
    <w:rsid w:val="00C92590"/>
    <w:rsid w:val="00C96ED3"/>
    <w:rsid w:val="00CA045F"/>
    <w:rsid w:val="00CA3F65"/>
    <w:rsid w:val="00CB21B6"/>
    <w:rsid w:val="00CE1728"/>
    <w:rsid w:val="00D05CE0"/>
    <w:rsid w:val="00D12FD7"/>
    <w:rsid w:val="00D4452A"/>
    <w:rsid w:val="00D53D8F"/>
    <w:rsid w:val="00D579A5"/>
    <w:rsid w:val="00D6085B"/>
    <w:rsid w:val="00D752C7"/>
    <w:rsid w:val="00D827F9"/>
    <w:rsid w:val="00D87AB7"/>
    <w:rsid w:val="00D92A89"/>
    <w:rsid w:val="00D958A4"/>
    <w:rsid w:val="00D97506"/>
    <w:rsid w:val="00DA4C08"/>
    <w:rsid w:val="00DC15DE"/>
    <w:rsid w:val="00DF76D0"/>
    <w:rsid w:val="00E0216C"/>
    <w:rsid w:val="00E02FC5"/>
    <w:rsid w:val="00E064F6"/>
    <w:rsid w:val="00E31A36"/>
    <w:rsid w:val="00E46968"/>
    <w:rsid w:val="00E47AE9"/>
    <w:rsid w:val="00E72EE0"/>
    <w:rsid w:val="00E902B6"/>
    <w:rsid w:val="00EB3B94"/>
    <w:rsid w:val="00EC400B"/>
    <w:rsid w:val="00EE1F56"/>
    <w:rsid w:val="00EE51A4"/>
    <w:rsid w:val="00EE6B5C"/>
    <w:rsid w:val="00EE74CB"/>
    <w:rsid w:val="00F01BFB"/>
    <w:rsid w:val="00F021FF"/>
    <w:rsid w:val="00F104CA"/>
    <w:rsid w:val="00F16761"/>
    <w:rsid w:val="00F22064"/>
    <w:rsid w:val="00F26994"/>
    <w:rsid w:val="00F27E5E"/>
    <w:rsid w:val="00F343EC"/>
    <w:rsid w:val="00F72FDC"/>
    <w:rsid w:val="00F9280C"/>
    <w:rsid w:val="00FC071E"/>
    <w:rsid w:val="00FE05B3"/>
    <w:rsid w:val="00FE5447"/>
    <w:rsid w:val="00FF5FB2"/>
    <w:rsid w:val="00FF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74FF60E4"/>
  <w15:chartTrackingRefBased/>
  <w15:docId w15:val="{9CCB0BB1-851E-4AA8-A7F8-026E050FC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ind w:left="840" w:right="-360"/>
      <w:textAlignment w:val="baseline"/>
    </w:pPr>
  </w:style>
  <w:style w:type="paragraph" w:styleId="Titre1">
    <w:name w:val="heading 1"/>
    <w:basedOn w:val="Titrebase"/>
    <w:next w:val="Corpsdetexte"/>
    <w:qFormat/>
    <w:pPr>
      <w:outlineLvl w:val="0"/>
    </w:pPr>
    <w:rPr>
      <w:b/>
    </w:rPr>
  </w:style>
  <w:style w:type="paragraph" w:styleId="Titre2">
    <w:name w:val="heading 2"/>
    <w:basedOn w:val="Titrebase"/>
    <w:next w:val="Corpsdetexte"/>
    <w:qFormat/>
    <w:pPr>
      <w:spacing w:line="200" w:lineRule="atLeast"/>
      <w:outlineLvl w:val="1"/>
    </w:pPr>
    <w:rPr>
      <w:b/>
      <w:spacing w:val="-6"/>
      <w:sz w:val="18"/>
    </w:rPr>
  </w:style>
  <w:style w:type="paragraph" w:styleId="Titre3">
    <w:name w:val="heading 3"/>
    <w:basedOn w:val="Titrebase"/>
    <w:next w:val="Corpsdetexte"/>
    <w:qFormat/>
    <w:pPr>
      <w:spacing w:line="200" w:lineRule="atLeast"/>
      <w:outlineLvl w:val="2"/>
    </w:pPr>
    <w:rPr>
      <w:spacing w:val="-6"/>
      <w:sz w:val="18"/>
    </w:rPr>
  </w:style>
  <w:style w:type="paragraph" w:styleId="Titre4">
    <w:name w:val="heading 4"/>
    <w:basedOn w:val="Titrebase"/>
    <w:next w:val="Corpsdetexte"/>
    <w:qFormat/>
    <w:pPr>
      <w:spacing w:after="220"/>
      <w:outlineLvl w:val="3"/>
    </w:pPr>
    <w:rPr>
      <w:rFonts w:ascii="Times New Roman" w:hAnsi="Times New Roman"/>
      <w:i/>
      <w:spacing w:val="-2"/>
    </w:rPr>
  </w:style>
  <w:style w:type="paragraph" w:styleId="Titre5">
    <w:name w:val="heading 5"/>
    <w:basedOn w:val="Titrebase"/>
    <w:next w:val="Corpsdetexte"/>
    <w:qFormat/>
    <w:pPr>
      <w:outlineLvl w:val="4"/>
    </w:pPr>
    <w:rPr>
      <w:rFonts w:ascii="Times New Roman" w:hAnsi="Times New Roman"/>
      <w:i/>
      <w:spacing w:val="-2"/>
    </w:rPr>
  </w:style>
  <w:style w:type="paragraph" w:styleId="Titre6">
    <w:name w:val="heading 6"/>
    <w:basedOn w:val="Titrebase"/>
    <w:next w:val="Corpsdetexte"/>
    <w:qFormat/>
    <w:pPr>
      <w:ind w:left="1080"/>
      <w:outlineLvl w:val="5"/>
    </w:pPr>
    <w:rPr>
      <w:b/>
      <w:spacing w:val="-4"/>
      <w:sz w:val="18"/>
    </w:rPr>
  </w:style>
  <w:style w:type="paragraph" w:styleId="Titre7">
    <w:name w:val="heading 7"/>
    <w:basedOn w:val="Titrebase"/>
    <w:next w:val="Corpsdetexte"/>
    <w:qFormat/>
    <w:pPr>
      <w:ind w:left="1080"/>
      <w:outlineLvl w:val="6"/>
    </w:pPr>
    <w:rPr>
      <w:rFonts w:ascii="Times New Roman" w:hAnsi="Times New Roman"/>
      <w:spacing w:val="-4"/>
    </w:rPr>
  </w:style>
  <w:style w:type="paragraph" w:styleId="Titre8">
    <w:name w:val="heading 8"/>
    <w:basedOn w:val="Titrebase"/>
    <w:next w:val="Corpsdetexte"/>
    <w:qFormat/>
    <w:pPr>
      <w:ind w:left="1440"/>
      <w:outlineLvl w:val="7"/>
    </w:pPr>
    <w:rPr>
      <w:b/>
      <w:spacing w:val="-4"/>
      <w:sz w:val="18"/>
    </w:rPr>
  </w:style>
  <w:style w:type="paragraph" w:styleId="Titre9">
    <w:name w:val="heading 9"/>
    <w:basedOn w:val="Titrebase"/>
    <w:next w:val="Corpsdetexte"/>
    <w:qFormat/>
    <w:pPr>
      <w:ind w:left="1440"/>
      <w:outlineLvl w:val="8"/>
    </w:pPr>
    <w:rPr>
      <w:spacing w:val="-6"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base">
    <w:name w:val="Titre (base)"/>
    <w:basedOn w:val="Corpsdetexte"/>
    <w:next w:val="Corpsdetexte"/>
    <w:pPr>
      <w:keepNext/>
      <w:keepLines/>
      <w:spacing w:after="0"/>
    </w:pPr>
    <w:rPr>
      <w:rFonts w:ascii="Arial" w:hAnsi="Arial"/>
      <w:spacing w:val="-10"/>
      <w:kern w:val="20"/>
    </w:rPr>
  </w:style>
  <w:style w:type="paragraph" w:styleId="Corpsdetexte">
    <w:name w:val="Body Text"/>
    <w:basedOn w:val="Normal"/>
    <w:link w:val="CorpsdetexteCar"/>
    <w:pPr>
      <w:spacing w:after="220" w:line="220" w:lineRule="atLeast"/>
    </w:pPr>
  </w:style>
  <w:style w:type="paragraph" w:styleId="Commentaire">
    <w:name w:val="annotation text"/>
    <w:basedOn w:val="Notedebasdepagebase"/>
    <w:link w:val="CommentaireCar"/>
    <w:semiHidden/>
  </w:style>
  <w:style w:type="paragraph" w:customStyle="1" w:styleId="Notedebasdepagebase">
    <w:name w:val="Note de bas de page (base)"/>
    <w:basedOn w:val="Corpsdetexte"/>
    <w:link w:val="NotedebasdepagebaseCar"/>
    <w:pPr>
      <w:keepLines/>
      <w:spacing w:line="200" w:lineRule="atLeast"/>
    </w:pPr>
    <w:rPr>
      <w:sz w:val="16"/>
    </w:rPr>
  </w:style>
  <w:style w:type="paragraph" w:styleId="En-ttedemessage">
    <w:name w:val="Message Header"/>
    <w:basedOn w:val="Corpsdetexte"/>
    <w:pPr>
      <w:keepLines/>
      <w:tabs>
        <w:tab w:val="left" w:pos="1800"/>
      </w:tabs>
      <w:spacing w:line="220" w:lineRule="exact"/>
      <w:ind w:left="1800" w:right="0" w:hanging="720"/>
    </w:pPr>
  </w:style>
  <w:style w:type="paragraph" w:styleId="Citation">
    <w:name w:val="Quote"/>
    <w:basedOn w:val="Corpsdetexte"/>
    <w:qFormat/>
    <w:pPr>
      <w:keepLines/>
      <w:ind w:left="1200" w:right="0"/>
    </w:pPr>
  </w:style>
  <w:style w:type="paragraph" w:customStyle="1" w:styleId="Maintiencorpsdetexte">
    <w:name w:val="Maintien corps de texte"/>
    <w:basedOn w:val="Corpsdetexte"/>
    <w:pPr>
      <w:keepNext/>
    </w:pPr>
  </w:style>
  <w:style w:type="paragraph" w:styleId="Formuledepolitesse">
    <w:name w:val="Closing"/>
    <w:basedOn w:val="Corpsdetexte"/>
    <w:next w:val="Nomsocitsignataire"/>
    <w:pPr>
      <w:keepNext/>
      <w:spacing w:after="60"/>
    </w:pPr>
  </w:style>
  <w:style w:type="paragraph" w:customStyle="1" w:styleId="Nomsocitsignataire">
    <w:name w:val="Nom société signataire"/>
    <w:basedOn w:val="Signature"/>
    <w:next w:val="Normal"/>
    <w:pPr>
      <w:spacing w:before="0"/>
    </w:pPr>
  </w:style>
  <w:style w:type="paragraph" w:styleId="Signature">
    <w:name w:val="Signature"/>
    <w:basedOn w:val="Corpsdetexte"/>
    <w:pPr>
      <w:keepNext/>
      <w:spacing w:before="660" w:after="0"/>
      <w:ind w:left="5040"/>
    </w:pPr>
  </w:style>
  <w:style w:type="paragraph" w:customStyle="1" w:styleId="Signatureenqualit">
    <w:name w:val="Signature en qualité"/>
    <w:basedOn w:val="Signature"/>
    <w:next w:val="Initialesderf"/>
    <w:pPr>
      <w:spacing w:before="0"/>
    </w:pPr>
  </w:style>
  <w:style w:type="paragraph" w:customStyle="1" w:styleId="Initialesderf">
    <w:name w:val="Initiales de réf."/>
    <w:basedOn w:val="Corpsdetexte"/>
    <w:next w:val="Picesjointes"/>
    <w:pPr>
      <w:keepNext/>
      <w:keepLines/>
      <w:spacing w:before="220" w:after="0"/>
    </w:pPr>
  </w:style>
  <w:style w:type="paragraph" w:customStyle="1" w:styleId="Picesjointes">
    <w:name w:val="Pièces jointes"/>
    <w:basedOn w:val="Corpsdetexte"/>
    <w:next w:val="Cc"/>
    <w:pPr>
      <w:keepNext/>
      <w:keepLines/>
      <w:spacing w:after="880"/>
    </w:pPr>
  </w:style>
  <w:style w:type="paragraph" w:customStyle="1" w:styleId="Cc">
    <w:name w:val="Cc"/>
    <w:basedOn w:val="Corpsdetexte"/>
    <w:pPr>
      <w:keepLines/>
      <w:ind w:left="1200" w:hanging="360"/>
    </w:pPr>
  </w:style>
  <w:style w:type="paragraph" w:customStyle="1" w:styleId="Nomsocit">
    <w:name w:val="Nom société"/>
    <w:basedOn w:val="Normal"/>
    <w:next w:val="Date"/>
    <w:pPr>
      <w:spacing w:before="100" w:after="600" w:line="600" w:lineRule="atLeast"/>
    </w:pPr>
    <w:rPr>
      <w:spacing w:val="-34"/>
      <w:sz w:val="60"/>
    </w:rPr>
  </w:style>
  <w:style w:type="paragraph" w:styleId="Date">
    <w:name w:val="Date"/>
    <w:basedOn w:val="Corpsdetexte"/>
    <w:next w:val="Adressedest"/>
    <w:pPr>
      <w:spacing w:after="480"/>
      <w:ind w:left="5040"/>
    </w:pPr>
  </w:style>
  <w:style w:type="paragraph" w:customStyle="1" w:styleId="Adressedest">
    <w:name w:val="Adresse dest."/>
    <w:basedOn w:val="Corpsdetexte"/>
    <w:pPr>
      <w:spacing w:after="0"/>
      <w:ind w:left="5040"/>
    </w:pPr>
  </w:style>
  <w:style w:type="paragraph" w:styleId="Lgende">
    <w:name w:val="caption"/>
    <w:basedOn w:val="Image"/>
    <w:next w:val="Corpsdetexte"/>
    <w:qFormat/>
    <w:rPr>
      <w:i/>
      <w:sz w:val="18"/>
    </w:rPr>
  </w:style>
  <w:style w:type="paragraph" w:customStyle="1" w:styleId="Image">
    <w:name w:val="Image"/>
    <w:basedOn w:val="Normal"/>
    <w:next w:val="Lgende"/>
    <w:pPr>
      <w:keepNext/>
    </w:pPr>
  </w:style>
  <w:style w:type="paragraph" w:customStyle="1" w:styleId="Alattention">
    <w:name w:val="A l’attention"/>
    <w:basedOn w:val="Corpsdetexte"/>
    <w:next w:val="Salutations1"/>
    <w:pPr>
      <w:spacing w:before="220" w:after="0"/>
    </w:pPr>
  </w:style>
  <w:style w:type="paragraph" w:customStyle="1" w:styleId="Salutations1">
    <w:name w:val="Salutations1"/>
    <w:basedOn w:val="Corpsdetexte"/>
    <w:next w:val="Objet"/>
    <w:pPr>
      <w:spacing w:before="220"/>
    </w:pPr>
  </w:style>
  <w:style w:type="paragraph" w:customStyle="1" w:styleId="Objet">
    <w:name w:val="Objet"/>
    <w:basedOn w:val="Corpsdetexte"/>
    <w:next w:val="Corpsdetexte"/>
    <w:rPr>
      <w:rFonts w:ascii="Arial" w:hAnsi="Arial"/>
      <w:b/>
      <w:spacing w:val="-6"/>
      <w:sz w:val="18"/>
    </w:rPr>
  </w:style>
  <w:style w:type="character" w:styleId="Appeldenotedefin">
    <w:name w:val="endnote reference"/>
    <w:semiHidden/>
    <w:rPr>
      <w:rFonts w:ascii="Times New Roman" w:hAnsi="Times New Roman"/>
      <w:noProof w:val="0"/>
      <w:sz w:val="20"/>
      <w:vertAlign w:val="superscript"/>
      <w:lang w:val="fr-FR"/>
    </w:rPr>
  </w:style>
  <w:style w:type="paragraph" w:styleId="Notedefin">
    <w:name w:val="endnote text"/>
    <w:basedOn w:val="Notedebasdepagebase"/>
    <w:semiHidden/>
  </w:style>
  <w:style w:type="paragraph" w:styleId="Adressedestinataire">
    <w:name w:val="envelope address"/>
    <w:basedOn w:val="Corpsdetexte"/>
    <w:pPr>
      <w:framePr w:w="8505" w:h="2160" w:hRule="exact" w:hSpace="142" w:vSpace="142" w:wrap="auto" w:hAnchor="page" w:xAlign="center" w:yAlign="bottom"/>
      <w:spacing w:after="0"/>
      <w:ind w:left="3686" w:right="-357"/>
    </w:pPr>
  </w:style>
  <w:style w:type="paragraph" w:styleId="Adresseexpditeur">
    <w:name w:val="envelope return"/>
    <w:basedOn w:val="Corpsdetexte"/>
    <w:pPr>
      <w:spacing w:after="0"/>
      <w:ind w:left="0"/>
    </w:pPr>
  </w:style>
  <w:style w:type="paragraph" w:styleId="Pieddepage">
    <w:name w:val="footer"/>
    <w:basedOn w:val="En-ttebase"/>
    <w:link w:val="PieddepageCar"/>
    <w:uiPriority w:val="99"/>
    <w:pPr>
      <w:spacing w:before="440"/>
    </w:pPr>
    <w:rPr>
      <w:rFonts w:ascii="Arial" w:hAnsi="Arial"/>
      <w:b/>
      <w:sz w:val="18"/>
    </w:rPr>
  </w:style>
  <w:style w:type="paragraph" w:customStyle="1" w:styleId="En-ttebase">
    <w:name w:val="En-tête (base)"/>
    <w:basedOn w:val="Corpsdetexte"/>
    <w:pPr>
      <w:keepLines/>
      <w:tabs>
        <w:tab w:val="left" w:pos="-1080"/>
        <w:tab w:val="center" w:pos="4320"/>
        <w:tab w:val="right" w:pos="9720"/>
      </w:tabs>
      <w:spacing w:after="0"/>
      <w:ind w:left="-1080" w:right="-1080"/>
    </w:pPr>
  </w:style>
  <w:style w:type="character" w:styleId="Appelnotedebasdep">
    <w:name w:val="footnote reference"/>
    <w:semiHidden/>
    <w:rPr>
      <w:rFonts w:ascii="Times New Roman" w:hAnsi="Times New Roman"/>
      <w:noProof w:val="0"/>
      <w:sz w:val="20"/>
      <w:vertAlign w:val="superscript"/>
      <w:lang w:val="fr-FR"/>
    </w:rPr>
  </w:style>
  <w:style w:type="paragraph" w:styleId="Notedebasdepage">
    <w:name w:val="footnote text"/>
    <w:basedOn w:val="Notedebasdepagebase"/>
    <w:semiHidden/>
  </w:style>
  <w:style w:type="paragraph" w:styleId="En-tte">
    <w:name w:val="header"/>
    <w:basedOn w:val="En-ttebase"/>
    <w:rPr>
      <w:i/>
    </w:rPr>
  </w:style>
  <w:style w:type="character" w:customStyle="1" w:styleId="Majeur">
    <w:name w:val="Majeur"/>
    <w:rPr>
      <w:rFonts w:ascii="Arial" w:hAnsi="Arial"/>
      <w:b/>
      <w:noProof w:val="0"/>
      <w:spacing w:val="-10"/>
      <w:lang w:val="fr-FR"/>
    </w:rPr>
  </w:style>
  <w:style w:type="character" w:styleId="Numrodeligne">
    <w:name w:val="line number"/>
    <w:rPr>
      <w:noProof w:val="0"/>
      <w:sz w:val="18"/>
      <w:lang w:val="fr-FR"/>
    </w:rPr>
  </w:style>
  <w:style w:type="paragraph" w:styleId="Liste">
    <w:name w:val="List"/>
    <w:basedOn w:val="Corpsdetexte"/>
    <w:pPr>
      <w:ind w:left="1440" w:hanging="360"/>
    </w:pPr>
  </w:style>
  <w:style w:type="paragraph" w:styleId="Listepuces">
    <w:name w:val="List Bullet"/>
    <w:basedOn w:val="Liste"/>
    <w:pPr>
      <w:ind w:left="1560" w:right="360"/>
    </w:pPr>
  </w:style>
  <w:style w:type="paragraph" w:styleId="Listenumros">
    <w:name w:val="List Number"/>
    <w:basedOn w:val="Liste"/>
    <w:pPr>
      <w:ind w:left="1560" w:right="360"/>
    </w:pPr>
  </w:style>
  <w:style w:type="paragraph" w:styleId="Textedemacro">
    <w:name w:val="macro"/>
    <w:basedOn w:val="Corpsdetexte"/>
    <w:semiHidden/>
    <w:pPr>
      <w:spacing w:line="240" w:lineRule="auto"/>
    </w:pPr>
    <w:rPr>
      <w:rFonts w:ascii="Courier New" w:hAnsi="Courier New"/>
    </w:rPr>
  </w:style>
  <w:style w:type="character" w:styleId="Numrodepage">
    <w:name w:val="page number"/>
    <w:rPr>
      <w:rFonts w:ascii="Arial" w:hAnsi="Arial"/>
      <w:b/>
      <w:noProof w:val="0"/>
      <w:sz w:val="18"/>
      <w:vertAlign w:val="baseline"/>
      <w:lang w:val="fr-FR"/>
    </w:rPr>
  </w:style>
  <w:style w:type="paragraph" w:customStyle="1" w:styleId="Adresseexp">
    <w:name w:val="Adresse exp."/>
    <w:basedOn w:val="Normal"/>
    <w:pPr>
      <w:keepLines/>
      <w:framePr w:w="2640" w:h="1018" w:hRule="exact" w:hSpace="180" w:wrap="notBeside" w:vAnchor="page" w:hAnchor="page" w:x="8821" w:y="721" w:anchorLock="1"/>
      <w:spacing w:line="200" w:lineRule="atLeast"/>
      <w:ind w:left="0"/>
    </w:pPr>
    <w:rPr>
      <w:sz w:val="16"/>
    </w:rPr>
  </w:style>
  <w:style w:type="character" w:customStyle="1" w:styleId="Exposant">
    <w:name w:val="Exposant"/>
    <w:rPr>
      <w:noProof w:val="0"/>
      <w:vertAlign w:val="superscript"/>
      <w:lang w:val="fr-FR"/>
    </w:rPr>
  </w:style>
  <w:style w:type="paragraph" w:styleId="Listenumros5">
    <w:name w:val="List Number 5"/>
    <w:basedOn w:val="Listenumros"/>
    <w:pPr>
      <w:ind w:left="3000"/>
    </w:pPr>
  </w:style>
  <w:style w:type="paragraph" w:styleId="Listenumros4">
    <w:name w:val="List Number 4"/>
    <w:basedOn w:val="Listenumros"/>
    <w:pPr>
      <w:ind w:left="2640"/>
    </w:pPr>
  </w:style>
  <w:style w:type="paragraph" w:styleId="Listenumros3">
    <w:name w:val="List Number 3"/>
    <w:basedOn w:val="Listenumros"/>
    <w:pPr>
      <w:ind w:left="2280"/>
    </w:pPr>
  </w:style>
  <w:style w:type="paragraph" w:styleId="Listenumros2">
    <w:name w:val="List Number 2"/>
    <w:basedOn w:val="Listenumros"/>
    <w:pPr>
      <w:ind w:left="1920"/>
    </w:pPr>
  </w:style>
  <w:style w:type="paragraph" w:styleId="Listepuces5">
    <w:name w:val="List Bullet 5"/>
    <w:basedOn w:val="Listepuces"/>
    <w:pPr>
      <w:ind w:left="3000"/>
    </w:pPr>
  </w:style>
  <w:style w:type="paragraph" w:styleId="Listepuces4">
    <w:name w:val="List Bullet 4"/>
    <w:basedOn w:val="Listepuces"/>
    <w:pPr>
      <w:ind w:left="2640"/>
    </w:pPr>
  </w:style>
  <w:style w:type="paragraph" w:styleId="Listepuces3">
    <w:name w:val="List Bullet 3"/>
    <w:basedOn w:val="Listepuces"/>
    <w:pPr>
      <w:ind w:left="2280"/>
    </w:pPr>
  </w:style>
  <w:style w:type="paragraph" w:styleId="Listepuces2">
    <w:name w:val="List Bullet 2"/>
    <w:basedOn w:val="Listepuces"/>
    <w:pPr>
      <w:ind w:left="1920"/>
    </w:pPr>
  </w:style>
  <w:style w:type="paragraph" w:styleId="Liste5">
    <w:name w:val="List 5"/>
    <w:basedOn w:val="Liste"/>
    <w:pPr>
      <w:ind w:left="2880"/>
    </w:pPr>
  </w:style>
  <w:style w:type="paragraph" w:styleId="Liste4">
    <w:name w:val="List 4"/>
    <w:basedOn w:val="Liste"/>
    <w:pPr>
      <w:ind w:left="2520"/>
    </w:pPr>
  </w:style>
  <w:style w:type="paragraph" w:styleId="Liste3">
    <w:name w:val="List 3"/>
    <w:basedOn w:val="Liste"/>
    <w:pPr>
      <w:ind w:left="2160"/>
    </w:pPr>
  </w:style>
  <w:style w:type="paragraph" w:styleId="Liste2">
    <w:name w:val="List 2"/>
    <w:basedOn w:val="Liste"/>
    <w:pPr>
      <w:ind w:left="1800"/>
    </w:pPr>
  </w:style>
  <w:style w:type="paragraph" w:customStyle="1" w:styleId="Corpsdetexte21">
    <w:name w:val="Corps de texte 21"/>
    <w:basedOn w:val="Corpsdetexte"/>
    <w:pPr>
      <w:ind w:left="1200"/>
    </w:pPr>
  </w:style>
  <w:style w:type="character" w:customStyle="1" w:styleId="Important">
    <w:name w:val="Important"/>
    <w:rPr>
      <w:rFonts w:ascii="Arial" w:hAnsi="Arial"/>
      <w:b/>
      <w:noProof w:val="0"/>
      <w:spacing w:val="-10"/>
      <w:sz w:val="18"/>
      <w:lang w:val="fr-FR"/>
    </w:rPr>
  </w:style>
  <w:style w:type="paragraph" w:styleId="Index1">
    <w:name w:val="index 1"/>
    <w:basedOn w:val="Normal"/>
    <w:next w:val="Normal"/>
    <w:semiHidden/>
    <w:pPr>
      <w:tabs>
        <w:tab w:val="right" w:leader="dot" w:pos="9406"/>
      </w:tabs>
      <w:ind w:left="200" w:hanging="200"/>
    </w:pPr>
  </w:style>
  <w:style w:type="character" w:styleId="Marquedecommentaire">
    <w:name w:val="annotation reference"/>
    <w:semiHidden/>
    <w:rPr>
      <w:noProof w:val="0"/>
      <w:sz w:val="16"/>
      <w:lang w:val="fr-FR"/>
    </w:rPr>
  </w:style>
  <w:style w:type="paragraph" w:styleId="Listecontinue">
    <w:name w:val="List Continue"/>
    <w:basedOn w:val="Liste"/>
    <w:pPr>
      <w:ind w:left="1560" w:right="720" w:firstLine="0"/>
    </w:pPr>
  </w:style>
  <w:style w:type="paragraph" w:styleId="Listecontinue2">
    <w:name w:val="List Continue 2"/>
    <w:basedOn w:val="Listecontinue"/>
    <w:pPr>
      <w:ind w:left="1920"/>
    </w:pPr>
  </w:style>
  <w:style w:type="paragraph" w:styleId="Listecontinue3">
    <w:name w:val="List Continue 3"/>
    <w:basedOn w:val="Listecontinue"/>
    <w:pPr>
      <w:ind w:left="2280"/>
    </w:pPr>
  </w:style>
  <w:style w:type="paragraph" w:styleId="Listecontinue4">
    <w:name w:val="List Continue 4"/>
    <w:basedOn w:val="Listecontinue"/>
    <w:pPr>
      <w:ind w:left="2640"/>
    </w:pPr>
  </w:style>
  <w:style w:type="paragraph" w:styleId="Listecontinue5">
    <w:name w:val="List Continue 5"/>
    <w:basedOn w:val="Listecontinue"/>
    <w:pPr>
      <w:ind w:left="3000"/>
    </w:pPr>
  </w:style>
  <w:style w:type="paragraph" w:styleId="Retraitnormal">
    <w:name w:val="Normal Indent"/>
    <w:basedOn w:val="Normal"/>
    <w:pPr>
      <w:ind w:left="1200"/>
    </w:pPr>
  </w:style>
  <w:style w:type="character" w:customStyle="1" w:styleId="Slogan">
    <w:name w:val="Slogan"/>
    <w:rPr>
      <w:i/>
      <w:noProof w:val="0"/>
      <w:spacing w:val="-6"/>
      <w:sz w:val="24"/>
      <w:lang w:val="fr-FR"/>
    </w:rPr>
  </w:style>
  <w:style w:type="paragraph" w:styleId="Index2">
    <w:name w:val="index 2"/>
    <w:basedOn w:val="Normal"/>
    <w:next w:val="Normal"/>
    <w:semiHidden/>
    <w:pPr>
      <w:tabs>
        <w:tab w:val="right" w:leader="dot" w:pos="9406"/>
      </w:tabs>
      <w:ind w:left="400" w:hanging="200"/>
    </w:pPr>
  </w:style>
  <w:style w:type="paragraph" w:styleId="Index3">
    <w:name w:val="index 3"/>
    <w:basedOn w:val="Normal"/>
    <w:next w:val="Normal"/>
    <w:semiHidden/>
    <w:pPr>
      <w:tabs>
        <w:tab w:val="right" w:leader="dot" w:pos="9406"/>
      </w:tabs>
      <w:ind w:left="600" w:hanging="200"/>
    </w:pPr>
  </w:style>
  <w:style w:type="paragraph" w:styleId="Index4">
    <w:name w:val="index 4"/>
    <w:basedOn w:val="Normal"/>
    <w:next w:val="Normal"/>
    <w:semiHidden/>
    <w:pPr>
      <w:tabs>
        <w:tab w:val="right" w:leader="dot" w:pos="9406"/>
      </w:tabs>
      <w:ind w:left="800" w:hanging="200"/>
    </w:pPr>
  </w:style>
  <w:style w:type="paragraph" w:styleId="Index5">
    <w:name w:val="index 5"/>
    <w:basedOn w:val="Normal"/>
    <w:next w:val="Normal"/>
    <w:semiHidden/>
    <w:pPr>
      <w:tabs>
        <w:tab w:val="right" w:leader="dot" w:pos="9406"/>
      </w:tabs>
      <w:ind w:left="1000" w:hanging="200"/>
    </w:pPr>
  </w:style>
  <w:style w:type="paragraph" w:styleId="Index6">
    <w:name w:val="index 6"/>
    <w:basedOn w:val="Normal"/>
    <w:next w:val="Normal"/>
    <w:semiHidden/>
    <w:pPr>
      <w:tabs>
        <w:tab w:val="right" w:leader="dot" w:pos="9406"/>
      </w:tabs>
      <w:ind w:left="1200" w:hanging="200"/>
    </w:pPr>
  </w:style>
  <w:style w:type="paragraph" w:styleId="Index7">
    <w:name w:val="index 7"/>
    <w:basedOn w:val="Normal"/>
    <w:next w:val="Normal"/>
    <w:semiHidden/>
    <w:pPr>
      <w:tabs>
        <w:tab w:val="right" w:leader="dot" w:pos="9406"/>
      </w:tabs>
      <w:ind w:left="1400" w:hanging="200"/>
    </w:pPr>
  </w:style>
  <w:style w:type="paragraph" w:styleId="Index8">
    <w:name w:val="index 8"/>
    <w:basedOn w:val="Normal"/>
    <w:next w:val="Normal"/>
    <w:semiHidden/>
    <w:pPr>
      <w:tabs>
        <w:tab w:val="right" w:leader="dot" w:pos="9406"/>
      </w:tabs>
      <w:ind w:left="1600" w:hanging="200"/>
    </w:pPr>
  </w:style>
  <w:style w:type="paragraph" w:styleId="Index9">
    <w:name w:val="index 9"/>
    <w:basedOn w:val="Normal"/>
    <w:next w:val="Normal"/>
    <w:semiHidden/>
    <w:pPr>
      <w:tabs>
        <w:tab w:val="right" w:leader="dot" w:pos="9406"/>
      </w:tabs>
      <w:ind w:left="1800" w:hanging="200"/>
    </w:pPr>
  </w:style>
  <w:style w:type="paragraph" w:styleId="Sous-titre">
    <w:name w:val="Subtitle"/>
    <w:basedOn w:val="Normal"/>
    <w:qFormat/>
    <w:pPr>
      <w:spacing w:after="60"/>
      <w:jc w:val="center"/>
    </w:pPr>
    <w:rPr>
      <w:rFonts w:ascii="Arial" w:hAnsi="Arial"/>
      <w:sz w:val="24"/>
    </w:rPr>
  </w:style>
  <w:style w:type="paragraph" w:styleId="Tabledesillustrations">
    <w:name w:val="table of figures"/>
    <w:basedOn w:val="Normal"/>
    <w:next w:val="Normal"/>
    <w:semiHidden/>
    <w:pPr>
      <w:tabs>
        <w:tab w:val="right" w:leader="dot" w:pos="9406"/>
      </w:tabs>
      <w:ind w:left="400" w:hanging="400"/>
    </w:pPr>
  </w:style>
  <w:style w:type="paragraph" w:styleId="Tabledesrfrencesjuridiques">
    <w:name w:val="table of authorities"/>
    <w:basedOn w:val="Normal"/>
    <w:next w:val="Normal"/>
    <w:semiHidden/>
    <w:pPr>
      <w:tabs>
        <w:tab w:val="right" w:leader="dot" w:pos="9406"/>
      </w:tabs>
      <w:ind w:left="200" w:hanging="200"/>
    </w:pPr>
  </w:style>
  <w:style w:type="paragraph" w:styleId="TitreTR">
    <w:name w:val="toa heading"/>
    <w:basedOn w:val="Normal"/>
    <w:next w:val="Normal"/>
    <w:semiHidden/>
    <w:pPr>
      <w:spacing w:before="120"/>
    </w:pPr>
    <w:rPr>
      <w:rFonts w:ascii="Arial" w:hAnsi="Arial"/>
      <w:b/>
      <w:sz w:val="24"/>
    </w:rPr>
  </w:style>
  <w:style w:type="paragraph" w:styleId="Titreindex">
    <w:name w:val="index heading"/>
    <w:basedOn w:val="Normal"/>
    <w:next w:val="Index1"/>
    <w:semiHidden/>
    <w:rPr>
      <w:rFonts w:ascii="Arial" w:hAnsi="Arial"/>
      <w:b/>
    </w:rPr>
  </w:style>
  <w:style w:type="paragraph" w:styleId="Titre">
    <w:name w:val="Title"/>
    <w:basedOn w:val="Normal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TM1">
    <w:name w:val="toc 1"/>
    <w:basedOn w:val="Normal"/>
    <w:next w:val="Normal"/>
    <w:semiHidden/>
    <w:pPr>
      <w:tabs>
        <w:tab w:val="right" w:leader="dot" w:pos="9406"/>
      </w:tabs>
      <w:ind w:left="0"/>
    </w:pPr>
  </w:style>
  <w:style w:type="paragraph" w:styleId="TM2">
    <w:name w:val="toc 2"/>
    <w:basedOn w:val="Normal"/>
    <w:next w:val="Normal"/>
    <w:semiHidden/>
    <w:pPr>
      <w:tabs>
        <w:tab w:val="right" w:leader="dot" w:pos="9406"/>
      </w:tabs>
      <w:ind w:left="200"/>
    </w:pPr>
  </w:style>
  <w:style w:type="paragraph" w:styleId="TM3">
    <w:name w:val="toc 3"/>
    <w:basedOn w:val="Normal"/>
    <w:next w:val="Normal"/>
    <w:semiHidden/>
    <w:pPr>
      <w:tabs>
        <w:tab w:val="right" w:leader="dot" w:pos="9406"/>
      </w:tabs>
      <w:ind w:left="400"/>
    </w:pPr>
  </w:style>
  <w:style w:type="paragraph" w:styleId="TM4">
    <w:name w:val="toc 4"/>
    <w:basedOn w:val="Normal"/>
    <w:next w:val="Normal"/>
    <w:semiHidden/>
    <w:pPr>
      <w:tabs>
        <w:tab w:val="right" w:leader="dot" w:pos="9406"/>
      </w:tabs>
      <w:ind w:left="600"/>
    </w:pPr>
  </w:style>
  <w:style w:type="paragraph" w:styleId="TM5">
    <w:name w:val="toc 5"/>
    <w:basedOn w:val="Normal"/>
    <w:next w:val="Normal"/>
    <w:semiHidden/>
    <w:pPr>
      <w:tabs>
        <w:tab w:val="right" w:leader="dot" w:pos="9406"/>
      </w:tabs>
      <w:ind w:left="800"/>
    </w:pPr>
  </w:style>
  <w:style w:type="paragraph" w:styleId="TM6">
    <w:name w:val="toc 6"/>
    <w:basedOn w:val="Normal"/>
    <w:next w:val="Normal"/>
    <w:semiHidden/>
    <w:pPr>
      <w:tabs>
        <w:tab w:val="right" w:leader="dot" w:pos="9406"/>
      </w:tabs>
      <w:ind w:left="1000"/>
    </w:pPr>
  </w:style>
  <w:style w:type="paragraph" w:styleId="TM7">
    <w:name w:val="toc 7"/>
    <w:basedOn w:val="Normal"/>
    <w:next w:val="Normal"/>
    <w:semiHidden/>
    <w:pPr>
      <w:tabs>
        <w:tab w:val="right" w:leader="dot" w:pos="9406"/>
      </w:tabs>
      <w:ind w:left="1200"/>
    </w:pPr>
  </w:style>
  <w:style w:type="paragraph" w:styleId="TM8">
    <w:name w:val="toc 8"/>
    <w:basedOn w:val="Normal"/>
    <w:next w:val="Normal"/>
    <w:semiHidden/>
    <w:pPr>
      <w:tabs>
        <w:tab w:val="right" w:leader="dot" w:pos="9406"/>
      </w:tabs>
      <w:ind w:left="1400"/>
    </w:pPr>
  </w:style>
  <w:style w:type="paragraph" w:styleId="TM9">
    <w:name w:val="toc 9"/>
    <w:basedOn w:val="Normal"/>
    <w:next w:val="Normal"/>
    <w:semiHidden/>
    <w:pPr>
      <w:tabs>
        <w:tab w:val="right" w:leader="dot" w:pos="9406"/>
      </w:tabs>
      <w:ind w:left="1600"/>
    </w:pPr>
  </w:style>
  <w:style w:type="paragraph" w:customStyle="1" w:styleId="SubjectLine">
    <w:name w:val="Subject Line"/>
    <w:basedOn w:val="Corpsdetexte"/>
    <w:next w:val="Corpsdetexte"/>
    <w:rPr>
      <w:rFonts w:ascii="Arial" w:hAnsi="Arial"/>
      <w:b/>
      <w:spacing w:val="-6"/>
      <w:sz w:val="18"/>
      <w:lang w:val="en-US"/>
    </w:rPr>
  </w:style>
  <w:style w:type="paragraph" w:customStyle="1" w:styleId="Style1">
    <w:name w:val="Style1"/>
    <w:basedOn w:val="Titre2"/>
    <w:pPr>
      <w:keepLines w:val="0"/>
      <w:spacing w:line="240" w:lineRule="auto"/>
      <w:ind w:left="709" w:right="0" w:hanging="709"/>
      <w:outlineLvl w:val="9"/>
    </w:pPr>
    <w:rPr>
      <w:rFonts w:ascii="Times New Roman" w:hAnsi="Times New Roman"/>
      <w:spacing w:val="0"/>
      <w:kern w:val="0"/>
      <w:sz w:val="24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61E1E"/>
    <w:pPr>
      <w:keepLines w:val="0"/>
      <w:spacing w:after="0" w:line="240" w:lineRule="auto"/>
    </w:pPr>
    <w:rPr>
      <w:b/>
      <w:bCs/>
      <w:sz w:val="20"/>
    </w:rPr>
  </w:style>
  <w:style w:type="character" w:customStyle="1" w:styleId="CorpsdetexteCar">
    <w:name w:val="Corps de texte Car"/>
    <w:basedOn w:val="Policepardfaut"/>
    <w:link w:val="Corpsdetexte"/>
    <w:rsid w:val="00B61E1E"/>
  </w:style>
  <w:style w:type="character" w:customStyle="1" w:styleId="NotedebasdepagebaseCar">
    <w:name w:val="Note de bas de page (base) Car"/>
    <w:link w:val="Notedebasdepagebase"/>
    <w:rsid w:val="00B61E1E"/>
    <w:rPr>
      <w:sz w:val="16"/>
    </w:rPr>
  </w:style>
  <w:style w:type="character" w:customStyle="1" w:styleId="CommentaireCar">
    <w:name w:val="Commentaire Car"/>
    <w:link w:val="Commentaire"/>
    <w:semiHidden/>
    <w:rsid w:val="00B61E1E"/>
    <w:rPr>
      <w:sz w:val="16"/>
    </w:rPr>
  </w:style>
  <w:style w:type="character" w:customStyle="1" w:styleId="ObjetducommentaireCar">
    <w:name w:val="Objet du commentaire Car"/>
    <w:link w:val="Objetducommentaire"/>
    <w:uiPriority w:val="99"/>
    <w:semiHidden/>
    <w:rsid w:val="00B61E1E"/>
    <w:rPr>
      <w:b/>
      <w:bCs/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61E1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61E1E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99"/>
    <w:rsid w:val="00F021FF"/>
    <w:rPr>
      <w:rFonts w:ascii="Arial" w:hAnsi="Arial"/>
      <w:b/>
      <w:sz w:val="18"/>
    </w:rPr>
  </w:style>
  <w:style w:type="table" w:styleId="Grilledutableau">
    <w:name w:val="Table Grid"/>
    <w:basedOn w:val="TableauNormal"/>
    <w:uiPriority w:val="59"/>
    <w:rsid w:val="008F177B"/>
    <w:pPr>
      <w:spacing w:line="240" w:lineRule="atLeast"/>
    </w:pPr>
    <w:rPr>
      <w:rFonts w:ascii="Marianne" w:eastAsia="Marianne" w:hAnsi="Marianne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fcase1ertab">
    <w:name w:val="f_case_1ertab"/>
    <w:basedOn w:val="Normal"/>
    <w:rsid w:val="006D62D0"/>
    <w:pPr>
      <w:tabs>
        <w:tab w:val="left" w:pos="426"/>
      </w:tabs>
      <w:suppressAutoHyphens/>
      <w:overflowPunct/>
      <w:autoSpaceDE/>
      <w:autoSpaceDN/>
      <w:adjustRightInd/>
      <w:ind w:left="709" w:right="0" w:hanging="709"/>
      <w:textAlignment w:val="auto"/>
    </w:pPr>
    <w:rPr>
      <w:rFonts w:ascii="Outfit" w:hAnsi="Outfit" w:cs="Univers"/>
      <w:sz w:val="22"/>
      <w:lang w:eastAsia="zh-CN"/>
    </w:rPr>
  </w:style>
  <w:style w:type="character" w:customStyle="1" w:styleId="05ARTICLENiv1-TexteCar">
    <w:name w:val="05_ARTICLE_Niv1 - Texte Car"/>
    <w:link w:val="05ARTICLENiv1-Texte"/>
    <w:locked/>
    <w:rsid w:val="00507EA4"/>
    <w:rPr>
      <w:rFonts w:ascii="Arial" w:hAnsi="Arial"/>
      <w:noProof/>
    </w:rPr>
  </w:style>
  <w:style w:type="paragraph" w:customStyle="1" w:styleId="05ARTICLENiv1-Texte">
    <w:name w:val="05_ARTICLE_Niv1 - Texte"/>
    <w:link w:val="05ARTICLENiv1-TexteCar"/>
    <w:rsid w:val="00507EA4"/>
    <w:pPr>
      <w:tabs>
        <w:tab w:val="left" w:leader="dot" w:pos="9356"/>
      </w:tabs>
      <w:spacing w:after="120"/>
      <w:jc w:val="both"/>
    </w:pPr>
    <w:rPr>
      <w:rFonts w:ascii="Arial" w:hAnsi="Arial"/>
      <w:noProof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CB21B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CB21B6"/>
  </w:style>
  <w:style w:type="paragraph" w:customStyle="1" w:styleId="RedaliaNormal">
    <w:name w:val="Redalia : Normal"/>
    <w:basedOn w:val="Normal"/>
    <w:link w:val="RedaliaNormalCar"/>
    <w:uiPriority w:val="99"/>
    <w:rsid w:val="00724D8D"/>
    <w:pPr>
      <w:widowControl w:val="0"/>
      <w:tabs>
        <w:tab w:val="left" w:leader="dot" w:pos="8505"/>
      </w:tabs>
      <w:overflowPunct/>
      <w:autoSpaceDE/>
      <w:autoSpaceDN/>
      <w:adjustRightInd/>
      <w:spacing w:after="240"/>
      <w:ind w:left="0" w:right="0"/>
      <w:jc w:val="both"/>
      <w:textAlignment w:val="auto"/>
    </w:pPr>
    <w:rPr>
      <w:rFonts w:ascii="Verdana" w:hAnsi="Verdana" w:cs="Verdana"/>
      <w:sz w:val="18"/>
      <w:szCs w:val="18"/>
    </w:rPr>
  </w:style>
  <w:style w:type="character" w:customStyle="1" w:styleId="RedaliaNormalCar">
    <w:name w:val="Redalia : Normal Car"/>
    <w:link w:val="RedaliaNormal"/>
    <w:uiPriority w:val="99"/>
    <w:rsid w:val="00724D8D"/>
    <w:rPr>
      <w:rFonts w:ascii="Verdana" w:hAnsi="Verdana" w:cs="Verdan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Modeles\Lettres%20et%20t&#233;l&#233;copies\En-t&#234;te%20C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En-tête CAGE</Template>
  <TotalTime>598</TotalTime>
  <Pages>6</Pages>
  <Words>1759</Words>
  <Characters>9680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DCE VILLE DE PERIGNY</vt:lpstr>
    </vt:vector>
  </TitlesOfParts>
  <Company>Soluris</Company>
  <LinksUpToDate>false</LinksUpToDate>
  <CharactersWithSpaces>11417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DCE VILLE DE PERIGNY</dc:title>
  <dc:subject>Acte d'engagement</dc:subject>
  <dc:creator>Cardinal</dc:creator>
  <cp:keywords/>
  <cp:lastModifiedBy>Anna Scotto Di Rosato</cp:lastModifiedBy>
  <cp:revision>55</cp:revision>
  <cp:lastPrinted>2026-02-10T10:07:00Z</cp:lastPrinted>
  <dcterms:created xsi:type="dcterms:W3CDTF">2021-03-02T09:21:00Z</dcterms:created>
  <dcterms:modified xsi:type="dcterms:W3CDTF">2026-02-10T10:07:00Z</dcterms:modified>
</cp:coreProperties>
</file>